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D91F6E" w14:textId="77777777" w:rsidR="00AE1938" w:rsidRDefault="00AE1938" w:rsidP="00583B9D">
      <w:pPr>
        <w:pStyle w:val="Heading1"/>
      </w:pPr>
    </w:p>
    <w:p w14:paraId="0C9CD209" w14:textId="2B115737" w:rsidR="00583B9D" w:rsidRPr="00822E19" w:rsidRDefault="00583B9D" w:rsidP="00583B9D">
      <w:pPr>
        <w:pStyle w:val="Heading1"/>
      </w:pPr>
      <w:r w:rsidRPr="00822E19">
        <w:t>ENCLOSURE R.</w:t>
      </w:r>
      <w:r w:rsidR="006F2A79">
        <w:t>5</w:t>
      </w:r>
      <w:r w:rsidRPr="00822E19">
        <w:t xml:space="preserve"> </w:t>
      </w:r>
      <w:r>
        <w:t>–</w:t>
      </w:r>
      <w:r w:rsidRPr="00822E19">
        <w:t xml:space="preserve"> </w:t>
      </w:r>
      <w:r>
        <w:t xml:space="preserve">List </w:t>
      </w:r>
      <w:r w:rsidR="00B92A3D">
        <w:t>of references for technical and professional capacity</w:t>
      </w:r>
    </w:p>
    <w:p w14:paraId="77324D3A" w14:textId="782989C9" w:rsidR="00583B9D" w:rsidRPr="00583B9D" w:rsidRDefault="00583B9D" w:rsidP="00583B9D">
      <w:pPr>
        <w:suppressAutoHyphens/>
        <w:rPr>
          <w:rFonts w:eastAsia="Times New Roman" w:cs="Arial"/>
          <w:b/>
          <w:color w:val="0070C0"/>
          <w:sz w:val="24"/>
          <w:szCs w:val="24"/>
          <w:lang w:eastAsia="fr-BE"/>
        </w:rPr>
      </w:pPr>
      <w:r w:rsidRPr="00583B9D">
        <w:rPr>
          <w:rFonts w:eastAsia="Times New Roman" w:cs="Arial"/>
          <w:b/>
          <w:color w:val="0070C0"/>
          <w:sz w:val="24"/>
          <w:szCs w:val="24"/>
          <w:lang w:eastAsia="fr-BE"/>
        </w:rPr>
        <w:t xml:space="preserve">Enclosed to Procurement Procedure N° </w:t>
      </w:r>
      <w:sdt>
        <w:sdtPr>
          <w:rPr>
            <w:rFonts w:eastAsia="Times New Roman" w:cs="Arial"/>
            <w:b/>
            <w:color w:val="0070C0"/>
            <w:sz w:val="24"/>
            <w:szCs w:val="24"/>
            <w:lang w:eastAsia="fr-BE"/>
          </w:rPr>
          <w:alias w:val="Procurement Number"/>
          <w:tag w:val="Reference_x0020_Number"/>
          <w:id w:val="1871187946"/>
          <w:placeholder>
            <w:docPart w:val="234FE6380E1F4859934B6B68262BEBCC"/>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39AEB84D-1511-42C1-A4D6-90277730D524}"/>
          <w:text/>
        </w:sdtPr>
        <w:sdtEndPr/>
        <w:sdtContent>
          <w:r w:rsidR="00B92A3D">
            <w:rPr>
              <w:rFonts w:eastAsia="Times New Roman" w:cs="Arial"/>
              <w:b/>
              <w:color w:val="0070C0"/>
              <w:sz w:val="24"/>
              <w:szCs w:val="24"/>
              <w:lang w:eastAsia="fr-BE"/>
            </w:rPr>
            <w:t>EMSA/CPNEG/3/2021</w:t>
          </w:r>
        </w:sdtContent>
      </w:sdt>
      <w:r w:rsidRPr="00583B9D">
        <w:rPr>
          <w:rFonts w:eastAsia="Times New Roman" w:cs="Arial"/>
          <w:b/>
          <w:color w:val="0070C0"/>
          <w:sz w:val="24"/>
          <w:szCs w:val="24"/>
          <w:lang w:eastAsia="fr-BE"/>
        </w:rPr>
        <w:t xml:space="preserve"> for </w:t>
      </w:r>
      <w:sdt>
        <w:sdtPr>
          <w:rPr>
            <w:rFonts w:eastAsia="Times New Roman" w:cs="Arial"/>
            <w:b/>
            <w:color w:val="0070C0"/>
            <w:sz w:val="24"/>
            <w:szCs w:val="24"/>
            <w:lang w:eastAsia="fr-BE"/>
          </w:rPr>
          <w:alias w:val="Contract title"/>
          <w:tag w:val="Contract_x0020_title"/>
          <w:id w:val="-866823236"/>
          <w:placeholder>
            <w:docPart w:val="6F509B5384AD4E8C9064E78EEA1F92AE"/>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39AEB84D-1511-42C1-A4D6-90277730D524}"/>
          <w:text w:multiLine="1"/>
        </w:sdtPr>
        <w:sdtEndPr/>
        <w:sdtContent>
          <w:r w:rsidR="00B92A3D">
            <w:rPr>
              <w:rFonts w:eastAsia="Times New Roman" w:cs="Arial"/>
              <w:b/>
              <w:color w:val="0070C0"/>
              <w:sz w:val="24"/>
              <w:szCs w:val="24"/>
              <w:lang w:eastAsia="fr-BE"/>
            </w:rPr>
            <w:t>Equipment Assistance Service - Black Sea</w:t>
          </w:r>
        </w:sdtContent>
      </w:sdt>
    </w:p>
    <w:p w14:paraId="54F823CC" w14:textId="77777777" w:rsidR="00583B9D" w:rsidRPr="00583B9D" w:rsidRDefault="00583B9D" w:rsidP="00583B9D">
      <w:pPr>
        <w:suppressAutoHyphens/>
        <w:rPr>
          <w:rFonts w:eastAsia="Times New Roman" w:cs="Arial"/>
          <w:b/>
          <w:color w:val="0070C0"/>
          <w:sz w:val="24"/>
          <w:szCs w:val="24"/>
          <w:lang w:eastAsia="fr-BE"/>
        </w:rPr>
      </w:pPr>
      <w:r w:rsidRPr="00583B9D">
        <w:rPr>
          <w:rFonts w:eastAsia="Times New Roman" w:cs="Arial"/>
          <w:b/>
          <w:color w:val="0070C0"/>
          <w:sz w:val="24"/>
          <w:szCs w:val="24"/>
          <w:lang w:eastAsia="fr-BE"/>
        </w:rPr>
        <w:t>Phase I – Invitation to submit a Request to participate</w:t>
      </w:r>
    </w:p>
    <w:tbl>
      <w:tblPr>
        <w:tblStyle w:val="TableGrid"/>
        <w:tblW w:w="0" w:type="auto"/>
        <w:tblLook w:val="04A0" w:firstRow="1" w:lastRow="0" w:firstColumn="1" w:lastColumn="0" w:noHBand="0" w:noVBand="1"/>
      </w:tblPr>
      <w:tblGrid>
        <w:gridCol w:w="2537"/>
        <w:gridCol w:w="2537"/>
        <w:gridCol w:w="2538"/>
        <w:gridCol w:w="2538"/>
        <w:gridCol w:w="2538"/>
      </w:tblGrid>
      <w:tr w:rsidR="008E3D5C" w14:paraId="036EEADA" w14:textId="77777777" w:rsidTr="00893CF7">
        <w:tc>
          <w:tcPr>
            <w:tcW w:w="12688" w:type="dxa"/>
            <w:gridSpan w:val="5"/>
          </w:tcPr>
          <w:p w14:paraId="04D41F31" w14:textId="6031073F" w:rsidR="00A508FF" w:rsidRPr="00A508FF" w:rsidRDefault="00A508FF" w:rsidP="00A508FF">
            <w:pPr>
              <w:spacing w:line="300" w:lineRule="auto"/>
              <w:rPr>
                <w:rFonts w:cs="Arial"/>
                <w:i/>
                <w:iCs/>
                <w:sz w:val="20"/>
                <w:szCs w:val="20"/>
                <w:lang w:val="en-IE"/>
              </w:rPr>
            </w:pPr>
            <w:r w:rsidRPr="00A508FF">
              <w:rPr>
                <w:rFonts w:cs="Arial"/>
                <w:i/>
                <w:iCs/>
                <w:sz w:val="20"/>
                <w:szCs w:val="20"/>
                <w:lang w:val="en-IE"/>
              </w:rPr>
              <w:t>Complete with the first relevant f</w:t>
            </w:r>
            <w:r w:rsidR="008E3D5C" w:rsidRPr="00A508FF">
              <w:rPr>
                <w:rFonts w:cs="Arial"/>
                <w:i/>
                <w:iCs/>
                <w:sz w:val="20"/>
                <w:szCs w:val="20"/>
                <w:lang w:val="en-IE"/>
              </w:rPr>
              <w:t>ield listed under point 10.4.1 (a)</w:t>
            </w:r>
            <w:r w:rsidR="00AE1938">
              <w:rPr>
                <w:rFonts w:cs="Arial"/>
                <w:i/>
                <w:iCs/>
                <w:sz w:val="20"/>
                <w:szCs w:val="20"/>
                <w:lang w:val="en-IE"/>
              </w:rPr>
              <w:t xml:space="preserve"> of the Request Specifications</w:t>
            </w:r>
            <w:r w:rsidRPr="00A508FF">
              <w:rPr>
                <w:rFonts w:cs="Arial"/>
                <w:i/>
                <w:iCs/>
                <w:sz w:val="20"/>
                <w:szCs w:val="20"/>
                <w:lang w:val="en-IE"/>
              </w:rPr>
              <w:t xml:space="preserve">: </w:t>
            </w:r>
          </w:p>
          <w:p w14:paraId="6DF93650" w14:textId="0736E3F1" w:rsidR="00A508FF" w:rsidRPr="00132350" w:rsidRDefault="00A508FF" w:rsidP="00A508FF">
            <w:pPr>
              <w:spacing w:before="120" w:after="120" w:line="240" w:lineRule="auto"/>
              <w:rPr>
                <w:rFonts w:cs="Arial"/>
                <w:b/>
                <w:bCs/>
                <w:i/>
                <w:iCs/>
                <w:sz w:val="20"/>
                <w:szCs w:val="20"/>
                <w:lang w:val="en-IE"/>
              </w:rPr>
            </w:pPr>
            <w:r w:rsidRPr="00132350">
              <w:rPr>
                <w:rFonts w:cs="Arial"/>
                <w:b/>
                <w:bCs/>
                <w:i/>
                <w:iCs/>
                <w:sz w:val="20"/>
                <w:szCs w:val="20"/>
                <w:lang w:val="en-IE"/>
              </w:rPr>
              <w:t xml:space="preserve">Storage and handling of Oil Spill Response equipment or heavy </w:t>
            </w:r>
            <w:proofErr w:type="gramStart"/>
            <w:r w:rsidRPr="00132350">
              <w:rPr>
                <w:rFonts w:cs="Arial"/>
                <w:b/>
                <w:bCs/>
                <w:i/>
                <w:iCs/>
                <w:sz w:val="20"/>
                <w:szCs w:val="20"/>
                <w:lang w:val="en-IE"/>
              </w:rPr>
              <w:t>machinery;</w:t>
            </w:r>
            <w:proofErr w:type="gramEnd"/>
          </w:p>
          <w:p w14:paraId="5FD33C43" w14:textId="17453B84" w:rsidR="00A508FF" w:rsidRPr="00A508FF" w:rsidRDefault="00A508FF" w:rsidP="00A508FF">
            <w:pPr>
              <w:spacing w:before="120" w:after="120" w:line="240" w:lineRule="auto"/>
              <w:rPr>
                <w:rFonts w:cs="Arial"/>
                <w:i/>
                <w:iCs/>
                <w:sz w:val="20"/>
                <w:szCs w:val="20"/>
                <w:lang w:val="en-IE"/>
              </w:rPr>
            </w:pPr>
            <w:r w:rsidRPr="00A508FF">
              <w:rPr>
                <w:rFonts w:cs="Arial"/>
                <w:i/>
                <w:iCs/>
                <w:sz w:val="20"/>
                <w:szCs w:val="20"/>
                <w:lang w:val="en-IE"/>
              </w:rPr>
              <w:t>or</w:t>
            </w:r>
          </w:p>
          <w:p w14:paraId="0CA598B9" w14:textId="44AD601F" w:rsidR="00A508FF" w:rsidRPr="00A508FF" w:rsidRDefault="00A508FF" w:rsidP="00A508FF">
            <w:pPr>
              <w:spacing w:before="120" w:after="120" w:line="240" w:lineRule="auto"/>
              <w:rPr>
                <w:rFonts w:cs="Arial"/>
                <w:b/>
                <w:bCs/>
                <w:i/>
                <w:iCs/>
                <w:sz w:val="20"/>
                <w:szCs w:val="20"/>
                <w:lang w:val="en-IE"/>
              </w:rPr>
            </w:pPr>
            <w:r w:rsidRPr="00A508FF">
              <w:rPr>
                <w:rFonts w:cs="Arial"/>
                <w:b/>
                <w:bCs/>
                <w:i/>
                <w:iCs/>
                <w:sz w:val="20"/>
                <w:szCs w:val="20"/>
                <w:lang w:val="en-IE"/>
              </w:rPr>
              <w:t xml:space="preserve">Maintenance of Oil Spill Response equipment or heavy </w:t>
            </w:r>
            <w:proofErr w:type="gramStart"/>
            <w:r w:rsidRPr="00A508FF">
              <w:rPr>
                <w:rFonts w:cs="Arial"/>
                <w:b/>
                <w:bCs/>
                <w:i/>
                <w:iCs/>
                <w:sz w:val="20"/>
                <w:szCs w:val="20"/>
                <w:lang w:val="en-IE"/>
              </w:rPr>
              <w:t>machinery;</w:t>
            </w:r>
            <w:proofErr w:type="gramEnd"/>
          </w:p>
          <w:p w14:paraId="4A4D67DE" w14:textId="2201276A" w:rsidR="00A508FF" w:rsidRPr="00A508FF" w:rsidRDefault="00A508FF" w:rsidP="00A508FF">
            <w:pPr>
              <w:spacing w:before="120" w:after="120" w:line="240" w:lineRule="auto"/>
              <w:rPr>
                <w:rFonts w:cs="Arial"/>
                <w:i/>
                <w:iCs/>
                <w:sz w:val="20"/>
                <w:szCs w:val="20"/>
                <w:lang w:val="en-IE"/>
              </w:rPr>
            </w:pPr>
            <w:r w:rsidRPr="00A508FF">
              <w:rPr>
                <w:rFonts w:cs="Arial"/>
                <w:i/>
                <w:iCs/>
                <w:sz w:val="20"/>
                <w:szCs w:val="20"/>
                <w:lang w:val="en-IE"/>
              </w:rPr>
              <w:t>or</w:t>
            </w:r>
          </w:p>
          <w:p w14:paraId="58D52164" w14:textId="4EFFD86B" w:rsidR="008E3D5C" w:rsidRPr="00A508FF" w:rsidRDefault="00A508FF" w:rsidP="00A508FF">
            <w:pPr>
              <w:spacing w:before="120" w:after="120" w:line="240" w:lineRule="auto"/>
              <w:rPr>
                <w:rFonts w:cs="Arial"/>
                <w:b/>
                <w:bCs/>
                <w:sz w:val="20"/>
                <w:szCs w:val="20"/>
                <w:lang w:val="en-IE"/>
              </w:rPr>
            </w:pPr>
            <w:r w:rsidRPr="00A508FF">
              <w:rPr>
                <w:rFonts w:cs="Arial"/>
                <w:b/>
                <w:bCs/>
                <w:i/>
                <w:iCs/>
                <w:sz w:val="20"/>
                <w:szCs w:val="20"/>
                <w:lang w:val="en-IE"/>
              </w:rPr>
              <w:t>Transport and logistics of Oil Spill Response equipment or heavy machinery.</w:t>
            </w:r>
            <w:r w:rsidRPr="00A508FF">
              <w:rPr>
                <w:rFonts w:cs="Arial"/>
                <w:b/>
                <w:bCs/>
                <w:sz w:val="20"/>
                <w:szCs w:val="20"/>
                <w:lang w:val="en-IE"/>
              </w:rPr>
              <w:t xml:space="preserve"> </w:t>
            </w:r>
          </w:p>
        </w:tc>
      </w:tr>
      <w:tr w:rsidR="008E3D5C" w14:paraId="394AC4F0" w14:textId="77777777" w:rsidTr="008E3D5C">
        <w:tc>
          <w:tcPr>
            <w:tcW w:w="2537" w:type="dxa"/>
          </w:tcPr>
          <w:p w14:paraId="51344CE4" w14:textId="0B871562" w:rsidR="008E3D5C" w:rsidRPr="00151268" w:rsidRDefault="00A508FF" w:rsidP="00151268">
            <w:pPr>
              <w:spacing w:before="120" w:line="280" w:lineRule="atLeast"/>
              <w:jc w:val="center"/>
              <w:rPr>
                <w:b/>
                <w:bCs/>
                <w:sz w:val="20"/>
                <w:szCs w:val="20"/>
              </w:rPr>
            </w:pPr>
            <w:r w:rsidRPr="00151268">
              <w:rPr>
                <w:b/>
                <w:bCs/>
                <w:sz w:val="20"/>
                <w:szCs w:val="20"/>
              </w:rPr>
              <w:t>Customer name</w:t>
            </w:r>
          </w:p>
        </w:tc>
        <w:tc>
          <w:tcPr>
            <w:tcW w:w="2537" w:type="dxa"/>
          </w:tcPr>
          <w:p w14:paraId="5E769A4C" w14:textId="0D96D347" w:rsidR="008E3D5C" w:rsidRPr="00151268" w:rsidRDefault="00A508FF" w:rsidP="00151268">
            <w:pPr>
              <w:spacing w:before="120" w:line="280" w:lineRule="atLeast"/>
              <w:jc w:val="center"/>
              <w:rPr>
                <w:b/>
                <w:bCs/>
                <w:sz w:val="20"/>
                <w:szCs w:val="20"/>
              </w:rPr>
            </w:pPr>
            <w:r w:rsidRPr="00151268">
              <w:rPr>
                <w:b/>
                <w:bCs/>
                <w:sz w:val="20"/>
                <w:szCs w:val="20"/>
              </w:rPr>
              <w:t>Type of work/service</w:t>
            </w:r>
          </w:p>
        </w:tc>
        <w:tc>
          <w:tcPr>
            <w:tcW w:w="2538" w:type="dxa"/>
          </w:tcPr>
          <w:p w14:paraId="070A3CCA" w14:textId="4A8AB309" w:rsidR="008E3D5C" w:rsidRPr="00151268" w:rsidRDefault="00A508FF" w:rsidP="00151268">
            <w:pPr>
              <w:spacing w:before="120" w:line="280" w:lineRule="atLeast"/>
              <w:jc w:val="center"/>
              <w:rPr>
                <w:b/>
                <w:bCs/>
                <w:sz w:val="20"/>
                <w:szCs w:val="20"/>
              </w:rPr>
            </w:pPr>
            <w:r w:rsidRPr="00151268">
              <w:rPr>
                <w:b/>
                <w:bCs/>
                <w:sz w:val="20"/>
                <w:szCs w:val="20"/>
              </w:rPr>
              <w:t>Type of oil spill response equipment</w:t>
            </w:r>
            <w:r w:rsidR="00B92A3D">
              <w:rPr>
                <w:b/>
                <w:bCs/>
                <w:sz w:val="20"/>
                <w:szCs w:val="20"/>
              </w:rPr>
              <w:t xml:space="preserve"> or </w:t>
            </w:r>
            <w:r w:rsidRPr="00151268">
              <w:rPr>
                <w:b/>
                <w:bCs/>
                <w:sz w:val="20"/>
                <w:szCs w:val="20"/>
              </w:rPr>
              <w:t>heavy machinery</w:t>
            </w:r>
          </w:p>
        </w:tc>
        <w:tc>
          <w:tcPr>
            <w:tcW w:w="2538" w:type="dxa"/>
          </w:tcPr>
          <w:p w14:paraId="6A834678" w14:textId="584C172F" w:rsidR="003A3FA9" w:rsidRPr="00151268" w:rsidRDefault="003A3FA9" w:rsidP="00151268">
            <w:pPr>
              <w:spacing w:before="120" w:line="280" w:lineRule="atLeast"/>
              <w:jc w:val="center"/>
              <w:rPr>
                <w:b/>
                <w:bCs/>
                <w:sz w:val="20"/>
                <w:szCs w:val="20"/>
              </w:rPr>
            </w:pPr>
            <w:r w:rsidRPr="00151268">
              <w:rPr>
                <w:b/>
                <w:bCs/>
                <w:sz w:val="20"/>
                <w:szCs w:val="20"/>
              </w:rPr>
              <w:t>Duration</w:t>
            </w:r>
          </w:p>
          <w:p w14:paraId="2ECAC96E" w14:textId="5053A339" w:rsidR="003A3FA9" w:rsidRPr="00151268" w:rsidRDefault="003A3FA9" w:rsidP="00151268">
            <w:pPr>
              <w:spacing w:before="120" w:line="280" w:lineRule="atLeast"/>
              <w:jc w:val="center"/>
              <w:rPr>
                <w:b/>
                <w:bCs/>
                <w:sz w:val="20"/>
                <w:szCs w:val="20"/>
              </w:rPr>
            </w:pPr>
            <w:r w:rsidRPr="00151268">
              <w:rPr>
                <w:b/>
                <w:bCs/>
                <w:sz w:val="20"/>
                <w:szCs w:val="20"/>
              </w:rPr>
              <w:t>(format: from month/year to month/year)</w:t>
            </w:r>
          </w:p>
        </w:tc>
        <w:tc>
          <w:tcPr>
            <w:tcW w:w="2538" w:type="dxa"/>
          </w:tcPr>
          <w:p w14:paraId="349E55B5" w14:textId="5D8024CC" w:rsidR="008E3D5C" w:rsidRPr="00151268" w:rsidRDefault="00B92A3D" w:rsidP="00151268">
            <w:pPr>
              <w:spacing w:before="120" w:line="280" w:lineRule="atLeast"/>
              <w:jc w:val="center"/>
              <w:rPr>
                <w:b/>
                <w:bCs/>
                <w:sz w:val="20"/>
                <w:szCs w:val="20"/>
              </w:rPr>
            </w:pPr>
            <w:r>
              <w:rPr>
                <w:b/>
                <w:bCs/>
                <w:sz w:val="20"/>
                <w:szCs w:val="20"/>
              </w:rPr>
              <w:t>A</w:t>
            </w:r>
            <w:r w:rsidR="00E42DBB" w:rsidRPr="00151268">
              <w:rPr>
                <w:b/>
                <w:bCs/>
                <w:sz w:val="20"/>
                <w:szCs w:val="20"/>
              </w:rPr>
              <w:t>dditional i</w:t>
            </w:r>
            <w:r w:rsidR="009F6591" w:rsidRPr="00151268">
              <w:rPr>
                <w:b/>
                <w:bCs/>
                <w:sz w:val="20"/>
                <w:szCs w:val="20"/>
              </w:rPr>
              <w:t>nformation</w:t>
            </w:r>
          </w:p>
        </w:tc>
      </w:tr>
      <w:tr w:rsidR="008E3D5C" w14:paraId="5448FFEA" w14:textId="77777777" w:rsidTr="008E3D5C">
        <w:tc>
          <w:tcPr>
            <w:tcW w:w="2537" w:type="dxa"/>
          </w:tcPr>
          <w:p w14:paraId="04721045" w14:textId="44154958" w:rsidR="008E3D5C" w:rsidRPr="00AA2932" w:rsidRDefault="00101185" w:rsidP="00225C5E">
            <w:pPr>
              <w:spacing w:before="120" w:line="280" w:lineRule="atLeast"/>
              <w:rPr>
                <w:i/>
                <w:iCs/>
                <w:sz w:val="20"/>
                <w:szCs w:val="20"/>
              </w:rPr>
            </w:pPr>
            <w:r w:rsidRPr="00AA2932">
              <w:rPr>
                <w:i/>
                <w:iCs/>
                <w:sz w:val="20"/>
                <w:szCs w:val="20"/>
              </w:rPr>
              <w:t>Add/delete as many rows as appropriate</w:t>
            </w:r>
          </w:p>
        </w:tc>
        <w:tc>
          <w:tcPr>
            <w:tcW w:w="2537" w:type="dxa"/>
          </w:tcPr>
          <w:p w14:paraId="26E6DBD1" w14:textId="77777777" w:rsidR="008E3D5C" w:rsidRDefault="008E3D5C" w:rsidP="00225C5E">
            <w:pPr>
              <w:spacing w:before="120" w:line="280" w:lineRule="atLeast"/>
            </w:pPr>
          </w:p>
        </w:tc>
        <w:tc>
          <w:tcPr>
            <w:tcW w:w="2538" w:type="dxa"/>
          </w:tcPr>
          <w:p w14:paraId="018BB5F9" w14:textId="77777777" w:rsidR="008E3D5C" w:rsidRDefault="008E3D5C" w:rsidP="00225C5E">
            <w:pPr>
              <w:spacing w:before="120" w:line="280" w:lineRule="atLeast"/>
            </w:pPr>
          </w:p>
        </w:tc>
        <w:tc>
          <w:tcPr>
            <w:tcW w:w="2538" w:type="dxa"/>
          </w:tcPr>
          <w:p w14:paraId="67D0CB26" w14:textId="77777777" w:rsidR="008E3D5C" w:rsidRDefault="008E3D5C" w:rsidP="00225C5E">
            <w:pPr>
              <w:spacing w:before="120" w:line="280" w:lineRule="atLeast"/>
            </w:pPr>
          </w:p>
        </w:tc>
        <w:tc>
          <w:tcPr>
            <w:tcW w:w="2538" w:type="dxa"/>
          </w:tcPr>
          <w:p w14:paraId="500E6BC3" w14:textId="77777777" w:rsidR="008E3D5C" w:rsidRDefault="008E3D5C" w:rsidP="00225C5E">
            <w:pPr>
              <w:spacing w:before="120" w:line="280" w:lineRule="atLeast"/>
            </w:pPr>
          </w:p>
        </w:tc>
      </w:tr>
    </w:tbl>
    <w:p w14:paraId="3EEDB9AF" w14:textId="77777777" w:rsidR="00101185" w:rsidRPr="002129DD" w:rsidRDefault="00101185" w:rsidP="00225C5E">
      <w:pPr>
        <w:spacing w:before="120" w:line="280" w:lineRule="atLeast"/>
      </w:pPr>
    </w:p>
    <w:tbl>
      <w:tblPr>
        <w:tblStyle w:val="TableGrid"/>
        <w:tblW w:w="0" w:type="auto"/>
        <w:tblLook w:val="04A0" w:firstRow="1" w:lastRow="0" w:firstColumn="1" w:lastColumn="0" w:noHBand="0" w:noVBand="1"/>
      </w:tblPr>
      <w:tblGrid>
        <w:gridCol w:w="2537"/>
        <w:gridCol w:w="2537"/>
        <w:gridCol w:w="2538"/>
        <w:gridCol w:w="2538"/>
        <w:gridCol w:w="2538"/>
      </w:tblGrid>
      <w:tr w:rsidR="0007432A" w14:paraId="3DFECC37" w14:textId="77777777" w:rsidTr="00D51224">
        <w:tc>
          <w:tcPr>
            <w:tcW w:w="12688" w:type="dxa"/>
            <w:gridSpan w:val="5"/>
          </w:tcPr>
          <w:p w14:paraId="565E20FC" w14:textId="4A59AC4D" w:rsidR="0007432A" w:rsidRPr="00A508FF" w:rsidRDefault="0007432A" w:rsidP="00D51224">
            <w:pPr>
              <w:spacing w:line="300" w:lineRule="auto"/>
              <w:rPr>
                <w:rFonts w:cs="Arial"/>
                <w:i/>
                <w:iCs/>
                <w:sz w:val="20"/>
                <w:szCs w:val="20"/>
                <w:lang w:val="en-IE"/>
              </w:rPr>
            </w:pPr>
            <w:r w:rsidRPr="00A508FF">
              <w:rPr>
                <w:rFonts w:cs="Arial"/>
                <w:i/>
                <w:iCs/>
                <w:sz w:val="20"/>
                <w:szCs w:val="20"/>
                <w:lang w:val="en-IE"/>
              </w:rPr>
              <w:lastRenderedPageBreak/>
              <w:t xml:space="preserve">Complete with the </w:t>
            </w:r>
            <w:r w:rsidR="00B92A3D">
              <w:rPr>
                <w:rFonts w:cs="Arial"/>
                <w:i/>
                <w:iCs/>
                <w:sz w:val="20"/>
                <w:szCs w:val="20"/>
                <w:lang w:val="en-IE"/>
              </w:rPr>
              <w:t>second</w:t>
            </w:r>
            <w:r w:rsidRPr="00A508FF">
              <w:rPr>
                <w:rFonts w:cs="Arial"/>
                <w:i/>
                <w:iCs/>
                <w:sz w:val="20"/>
                <w:szCs w:val="20"/>
                <w:lang w:val="en-IE"/>
              </w:rPr>
              <w:t xml:space="preserve"> relevant field listed under point 10.4.1 (a)</w:t>
            </w:r>
            <w:r w:rsidR="00132350">
              <w:rPr>
                <w:rFonts w:cs="Arial"/>
                <w:i/>
                <w:iCs/>
                <w:sz w:val="20"/>
                <w:szCs w:val="20"/>
                <w:lang w:val="en-IE"/>
              </w:rPr>
              <w:t xml:space="preserve"> of the Request Specifications</w:t>
            </w:r>
            <w:r w:rsidRPr="00A508FF">
              <w:rPr>
                <w:rFonts w:cs="Arial"/>
                <w:i/>
                <w:iCs/>
                <w:sz w:val="20"/>
                <w:szCs w:val="20"/>
                <w:lang w:val="en-IE"/>
              </w:rPr>
              <w:t xml:space="preserve">: </w:t>
            </w:r>
          </w:p>
          <w:p w14:paraId="74244879" w14:textId="77777777" w:rsidR="0007432A" w:rsidRPr="00B92A3D" w:rsidRDefault="0007432A" w:rsidP="00D51224">
            <w:pPr>
              <w:spacing w:before="120" w:after="120" w:line="240" w:lineRule="auto"/>
              <w:rPr>
                <w:rFonts w:cs="Arial"/>
                <w:b/>
                <w:bCs/>
                <w:i/>
                <w:iCs/>
                <w:sz w:val="20"/>
                <w:szCs w:val="20"/>
                <w:lang w:val="en-IE"/>
              </w:rPr>
            </w:pPr>
            <w:r w:rsidRPr="00B92A3D">
              <w:rPr>
                <w:rFonts w:cs="Arial"/>
                <w:b/>
                <w:bCs/>
                <w:i/>
                <w:iCs/>
                <w:sz w:val="20"/>
                <w:szCs w:val="20"/>
                <w:lang w:val="en-IE"/>
              </w:rPr>
              <w:t xml:space="preserve">Storage and handling of Oil Spill Response equipment or heavy </w:t>
            </w:r>
            <w:proofErr w:type="gramStart"/>
            <w:r w:rsidRPr="00B92A3D">
              <w:rPr>
                <w:rFonts w:cs="Arial"/>
                <w:b/>
                <w:bCs/>
                <w:i/>
                <w:iCs/>
                <w:sz w:val="20"/>
                <w:szCs w:val="20"/>
                <w:lang w:val="en-IE"/>
              </w:rPr>
              <w:t>machinery;</w:t>
            </w:r>
            <w:proofErr w:type="gramEnd"/>
          </w:p>
          <w:p w14:paraId="2EFD3D7F" w14:textId="77777777" w:rsidR="0007432A" w:rsidRPr="00B92A3D" w:rsidRDefault="0007432A" w:rsidP="00D51224">
            <w:pPr>
              <w:spacing w:before="120" w:after="120" w:line="240" w:lineRule="auto"/>
              <w:rPr>
                <w:rFonts w:cs="Arial"/>
                <w:i/>
                <w:iCs/>
                <w:sz w:val="20"/>
                <w:szCs w:val="20"/>
                <w:lang w:val="en-IE"/>
              </w:rPr>
            </w:pPr>
            <w:r w:rsidRPr="00B92A3D">
              <w:rPr>
                <w:rFonts w:cs="Arial"/>
                <w:i/>
                <w:iCs/>
                <w:sz w:val="20"/>
                <w:szCs w:val="20"/>
                <w:lang w:val="en-IE"/>
              </w:rPr>
              <w:t>or</w:t>
            </w:r>
          </w:p>
          <w:p w14:paraId="442D0E93" w14:textId="77777777" w:rsidR="0007432A" w:rsidRPr="00B92A3D" w:rsidRDefault="0007432A" w:rsidP="00D51224">
            <w:pPr>
              <w:spacing w:before="120" w:after="120" w:line="240" w:lineRule="auto"/>
              <w:rPr>
                <w:rFonts w:cs="Arial"/>
                <w:b/>
                <w:bCs/>
                <w:i/>
                <w:iCs/>
                <w:sz w:val="20"/>
                <w:szCs w:val="20"/>
                <w:lang w:val="en-IE"/>
              </w:rPr>
            </w:pPr>
            <w:r w:rsidRPr="00B92A3D">
              <w:rPr>
                <w:rFonts w:cs="Arial"/>
                <w:b/>
                <w:bCs/>
                <w:i/>
                <w:iCs/>
                <w:sz w:val="20"/>
                <w:szCs w:val="20"/>
                <w:lang w:val="en-IE"/>
              </w:rPr>
              <w:t xml:space="preserve">Maintenance of Oil Spill Response equipment or heavy </w:t>
            </w:r>
            <w:proofErr w:type="gramStart"/>
            <w:r w:rsidRPr="00B92A3D">
              <w:rPr>
                <w:rFonts w:cs="Arial"/>
                <w:b/>
                <w:bCs/>
                <w:i/>
                <w:iCs/>
                <w:sz w:val="20"/>
                <w:szCs w:val="20"/>
                <w:lang w:val="en-IE"/>
              </w:rPr>
              <w:t>machinery;</w:t>
            </w:r>
            <w:proofErr w:type="gramEnd"/>
          </w:p>
          <w:p w14:paraId="0F94E44A" w14:textId="77777777" w:rsidR="0007432A" w:rsidRPr="00B92A3D" w:rsidRDefault="0007432A" w:rsidP="00D51224">
            <w:pPr>
              <w:spacing w:before="120" w:after="120" w:line="240" w:lineRule="auto"/>
              <w:rPr>
                <w:rFonts w:cs="Arial"/>
                <w:i/>
                <w:iCs/>
                <w:sz w:val="20"/>
                <w:szCs w:val="20"/>
                <w:lang w:val="en-IE"/>
              </w:rPr>
            </w:pPr>
            <w:r w:rsidRPr="00B92A3D">
              <w:rPr>
                <w:rFonts w:cs="Arial"/>
                <w:i/>
                <w:iCs/>
                <w:sz w:val="20"/>
                <w:szCs w:val="20"/>
                <w:lang w:val="en-IE"/>
              </w:rPr>
              <w:t>or</w:t>
            </w:r>
          </w:p>
          <w:p w14:paraId="5E0697EA" w14:textId="77777777" w:rsidR="0007432A" w:rsidRPr="00A508FF" w:rsidRDefault="0007432A" w:rsidP="00D51224">
            <w:pPr>
              <w:spacing w:before="120" w:after="120" w:line="240" w:lineRule="auto"/>
              <w:rPr>
                <w:rFonts w:cs="Arial"/>
                <w:b/>
                <w:bCs/>
                <w:sz w:val="20"/>
                <w:szCs w:val="20"/>
                <w:lang w:val="en-IE"/>
              </w:rPr>
            </w:pPr>
            <w:r w:rsidRPr="00B92A3D">
              <w:rPr>
                <w:rFonts w:cs="Arial"/>
                <w:b/>
                <w:bCs/>
                <w:i/>
                <w:iCs/>
                <w:sz w:val="20"/>
                <w:szCs w:val="20"/>
                <w:lang w:val="en-IE"/>
              </w:rPr>
              <w:t>Transport and logistics of Oil Spill Response equipment or heavy machinery.</w:t>
            </w:r>
            <w:r w:rsidRPr="00A508FF">
              <w:rPr>
                <w:rFonts w:cs="Arial"/>
                <w:b/>
                <w:bCs/>
                <w:sz w:val="20"/>
                <w:szCs w:val="20"/>
                <w:lang w:val="en-IE"/>
              </w:rPr>
              <w:t xml:space="preserve"> </w:t>
            </w:r>
          </w:p>
        </w:tc>
      </w:tr>
      <w:tr w:rsidR="0007432A" w14:paraId="126A2C10" w14:textId="77777777" w:rsidTr="00D51224">
        <w:tc>
          <w:tcPr>
            <w:tcW w:w="2537" w:type="dxa"/>
          </w:tcPr>
          <w:p w14:paraId="72ED3C82" w14:textId="77777777" w:rsidR="0007432A" w:rsidRPr="00151268" w:rsidRDefault="0007432A" w:rsidP="00D51224">
            <w:pPr>
              <w:spacing w:before="120" w:line="280" w:lineRule="atLeast"/>
              <w:jc w:val="center"/>
              <w:rPr>
                <w:b/>
                <w:bCs/>
                <w:sz w:val="20"/>
                <w:szCs w:val="20"/>
              </w:rPr>
            </w:pPr>
            <w:r w:rsidRPr="00151268">
              <w:rPr>
                <w:b/>
                <w:bCs/>
                <w:sz w:val="20"/>
                <w:szCs w:val="20"/>
              </w:rPr>
              <w:t>Customer name</w:t>
            </w:r>
          </w:p>
        </w:tc>
        <w:tc>
          <w:tcPr>
            <w:tcW w:w="2537" w:type="dxa"/>
          </w:tcPr>
          <w:p w14:paraId="123741F6" w14:textId="77777777" w:rsidR="0007432A" w:rsidRPr="00151268" w:rsidRDefault="0007432A" w:rsidP="00D51224">
            <w:pPr>
              <w:spacing w:before="120" w:line="280" w:lineRule="atLeast"/>
              <w:jc w:val="center"/>
              <w:rPr>
                <w:b/>
                <w:bCs/>
                <w:sz w:val="20"/>
                <w:szCs w:val="20"/>
              </w:rPr>
            </w:pPr>
            <w:r w:rsidRPr="00151268">
              <w:rPr>
                <w:b/>
                <w:bCs/>
                <w:sz w:val="20"/>
                <w:szCs w:val="20"/>
              </w:rPr>
              <w:t>Type of work/service</w:t>
            </w:r>
          </w:p>
        </w:tc>
        <w:tc>
          <w:tcPr>
            <w:tcW w:w="2538" w:type="dxa"/>
          </w:tcPr>
          <w:p w14:paraId="6CEA4239" w14:textId="77777777" w:rsidR="0007432A" w:rsidRPr="00151268" w:rsidRDefault="0007432A" w:rsidP="00D51224">
            <w:pPr>
              <w:spacing w:before="120" w:line="280" w:lineRule="atLeast"/>
              <w:jc w:val="center"/>
              <w:rPr>
                <w:b/>
                <w:bCs/>
                <w:sz w:val="20"/>
                <w:szCs w:val="20"/>
              </w:rPr>
            </w:pPr>
            <w:r w:rsidRPr="00151268">
              <w:rPr>
                <w:b/>
                <w:bCs/>
                <w:sz w:val="20"/>
                <w:szCs w:val="20"/>
              </w:rPr>
              <w:t>Type of oil spill response equipment/heavy machinery</w:t>
            </w:r>
          </w:p>
        </w:tc>
        <w:tc>
          <w:tcPr>
            <w:tcW w:w="2538" w:type="dxa"/>
          </w:tcPr>
          <w:p w14:paraId="71FB65F6" w14:textId="77777777" w:rsidR="0007432A" w:rsidRPr="00151268" w:rsidRDefault="0007432A" w:rsidP="00D51224">
            <w:pPr>
              <w:spacing w:before="120" w:line="280" w:lineRule="atLeast"/>
              <w:jc w:val="center"/>
              <w:rPr>
                <w:b/>
                <w:bCs/>
                <w:sz w:val="20"/>
                <w:szCs w:val="20"/>
              </w:rPr>
            </w:pPr>
            <w:r w:rsidRPr="00151268">
              <w:rPr>
                <w:b/>
                <w:bCs/>
                <w:sz w:val="20"/>
                <w:szCs w:val="20"/>
              </w:rPr>
              <w:t>Duration</w:t>
            </w:r>
          </w:p>
          <w:p w14:paraId="548385E0" w14:textId="77777777" w:rsidR="0007432A" w:rsidRPr="00151268" w:rsidRDefault="0007432A" w:rsidP="00D51224">
            <w:pPr>
              <w:spacing w:before="120" w:line="280" w:lineRule="atLeast"/>
              <w:jc w:val="center"/>
              <w:rPr>
                <w:b/>
                <w:bCs/>
                <w:sz w:val="20"/>
                <w:szCs w:val="20"/>
              </w:rPr>
            </w:pPr>
            <w:r w:rsidRPr="00151268">
              <w:rPr>
                <w:b/>
                <w:bCs/>
                <w:sz w:val="20"/>
                <w:szCs w:val="20"/>
              </w:rPr>
              <w:t>(format: from month/year to month/year)</w:t>
            </w:r>
          </w:p>
        </w:tc>
        <w:tc>
          <w:tcPr>
            <w:tcW w:w="2538" w:type="dxa"/>
          </w:tcPr>
          <w:p w14:paraId="54B3D7C9" w14:textId="77777777" w:rsidR="0007432A" w:rsidRPr="00151268" w:rsidRDefault="0007432A" w:rsidP="00D51224">
            <w:pPr>
              <w:spacing w:before="120" w:line="280" w:lineRule="atLeast"/>
              <w:jc w:val="center"/>
              <w:rPr>
                <w:b/>
                <w:bCs/>
                <w:sz w:val="20"/>
                <w:szCs w:val="20"/>
              </w:rPr>
            </w:pPr>
            <w:r w:rsidRPr="00151268">
              <w:rPr>
                <w:b/>
                <w:bCs/>
                <w:sz w:val="20"/>
                <w:szCs w:val="20"/>
              </w:rPr>
              <w:t>Relevant additional information</w:t>
            </w:r>
          </w:p>
        </w:tc>
      </w:tr>
      <w:tr w:rsidR="0007432A" w14:paraId="14CC2A9F" w14:textId="77777777" w:rsidTr="00D51224">
        <w:tc>
          <w:tcPr>
            <w:tcW w:w="2537" w:type="dxa"/>
          </w:tcPr>
          <w:p w14:paraId="0E2926D3" w14:textId="53EA51B9" w:rsidR="0007432A" w:rsidRPr="00AA2932" w:rsidRDefault="00AA2932" w:rsidP="00D51224">
            <w:pPr>
              <w:spacing w:before="120" w:line="280" w:lineRule="atLeast"/>
              <w:rPr>
                <w:i/>
                <w:iCs/>
                <w:sz w:val="20"/>
                <w:szCs w:val="20"/>
              </w:rPr>
            </w:pPr>
            <w:r w:rsidRPr="00AA2932">
              <w:rPr>
                <w:i/>
                <w:iCs/>
                <w:sz w:val="20"/>
                <w:szCs w:val="20"/>
              </w:rPr>
              <w:t>Add/delete as many rows as appropriate</w:t>
            </w:r>
          </w:p>
        </w:tc>
        <w:tc>
          <w:tcPr>
            <w:tcW w:w="2537" w:type="dxa"/>
          </w:tcPr>
          <w:p w14:paraId="5BC32B4B" w14:textId="77777777" w:rsidR="0007432A" w:rsidRDefault="0007432A" w:rsidP="00D51224">
            <w:pPr>
              <w:spacing w:before="120" w:line="280" w:lineRule="atLeast"/>
            </w:pPr>
          </w:p>
        </w:tc>
        <w:tc>
          <w:tcPr>
            <w:tcW w:w="2538" w:type="dxa"/>
          </w:tcPr>
          <w:p w14:paraId="6960B063" w14:textId="77777777" w:rsidR="0007432A" w:rsidRDefault="0007432A" w:rsidP="00D51224">
            <w:pPr>
              <w:spacing w:before="120" w:line="280" w:lineRule="atLeast"/>
            </w:pPr>
          </w:p>
        </w:tc>
        <w:tc>
          <w:tcPr>
            <w:tcW w:w="2538" w:type="dxa"/>
          </w:tcPr>
          <w:p w14:paraId="3D5BC57E" w14:textId="77777777" w:rsidR="0007432A" w:rsidRDefault="0007432A" w:rsidP="00D51224">
            <w:pPr>
              <w:spacing w:before="120" w:line="280" w:lineRule="atLeast"/>
            </w:pPr>
          </w:p>
        </w:tc>
        <w:tc>
          <w:tcPr>
            <w:tcW w:w="2538" w:type="dxa"/>
          </w:tcPr>
          <w:p w14:paraId="04B45276" w14:textId="77777777" w:rsidR="0007432A" w:rsidRDefault="0007432A" w:rsidP="00D51224">
            <w:pPr>
              <w:spacing w:before="120" w:line="280" w:lineRule="atLeast"/>
            </w:pPr>
          </w:p>
        </w:tc>
      </w:tr>
    </w:tbl>
    <w:p w14:paraId="0493C9E2" w14:textId="3A88E562" w:rsidR="00225C5E" w:rsidRDefault="00225C5E" w:rsidP="00ED52E6">
      <w:pPr>
        <w:spacing w:before="0" w:after="0" w:line="240" w:lineRule="auto"/>
      </w:pPr>
    </w:p>
    <w:p w14:paraId="30D4B379" w14:textId="17CE7434" w:rsidR="00132350" w:rsidRDefault="00132350">
      <w:pPr>
        <w:spacing w:before="0" w:after="0" w:line="240" w:lineRule="auto"/>
      </w:pPr>
      <w:r>
        <w:br w:type="page"/>
      </w:r>
    </w:p>
    <w:p w14:paraId="664CC030" w14:textId="77777777" w:rsidR="00AE1938" w:rsidRDefault="00AE1938" w:rsidP="00ED52E6">
      <w:pPr>
        <w:spacing w:before="0" w:after="0" w:line="240" w:lineRule="auto"/>
      </w:pPr>
    </w:p>
    <w:p w14:paraId="4F70C8E7" w14:textId="77777777" w:rsidR="00B92A3D" w:rsidRDefault="00B92A3D" w:rsidP="00ED52E6">
      <w:pPr>
        <w:spacing w:before="0" w:after="0" w:line="240" w:lineRule="auto"/>
      </w:pPr>
    </w:p>
    <w:tbl>
      <w:tblPr>
        <w:tblStyle w:val="TableGrid"/>
        <w:tblW w:w="0" w:type="auto"/>
        <w:tblLook w:val="04A0" w:firstRow="1" w:lastRow="0" w:firstColumn="1" w:lastColumn="0" w:noHBand="0" w:noVBand="1"/>
      </w:tblPr>
      <w:tblGrid>
        <w:gridCol w:w="2537"/>
        <w:gridCol w:w="2537"/>
        <w:gridCol w:w="2538"/>
        <w:gridCol w:w="2538"/>
        <w:gridCol w:w="2538"/>
      </w:tblGrid>
      <w:tr w:rsidR="00B92A3D" w14:paraId="624E6379" w14:textId="77777777" w:rsidTr="00D7456D">
        <w:tc>
          <w:tcPr>
            <w:tcW w:w="12688" w:type="dxa"/>
            <w:gridSpan w:val="5"/>
          </w:tcPr>
          <w:p w14:paraId="5B0785AD" w14:textId="2B96B906" w:rsidR="00B92A3D" w:rsidRPr="00A508FF" w:rsidRDefault="00B92A3D" w:rsidP="00D7456D">
            <w:pPr>
              <w:spacing w:line="300" w:lineRule="auto"/>
              <w:rPr>
                <w:rFonts w:cs="Arial"/>
                <w:i/>
                <w:iCs/>
                <w:sz w:val="20"/>
                <w:szCs w:val="20"/>
                <w:lang w:val="en-IE"/>
              </w:rPr>
            </w:pPr>
            <w:r>
              <w:rPr>
                <w:rFonts w:cs="Arial"/>
                <w:i/>
                <w:iCs/>
                <w:sz w:val="20"/>
                <w:szCs w:val="20"/>
                <w:lang w:val="en-IE"/>
              </w:rPr>
              <w:t>Where appropriate c</w:t>
            </w:r>
            <w:r w:rsidRPr="00A508FF">
              <w:rPr>
                <w:rFonts w:cs="Arial"/>
                <w:i/>
                <w:iCs/>
                <w:sz w:val="20"/>
                <w:szCs w:val="20"/>
                <w:lang w:val="en-IE"/>
              </w:rPr>
              <w:t xml:space="preserve">omplete with the </w:t>
            </w:r>
            <w:r>
              <w:rPr>
                <w:rFonts w:cs="Arial"/>
                <w:i/>
                <w:iCs/>
                <w:sz w:val="20"/>
                <w:szCs w:val="20"/>
                <w:lang w:val="en-IE"/>
              </w:rPr>
              <w:t xml:space="preserve">third </w:t>
            </w:r>
            <w:r w:rsidRPr="00A508FF">
              <w:rPr>
                <w:rFonts w:cs="Arial"/>
                <w:i/>
                <w:iCs/>
                <w:sz w:val="20"/>
                <w:szCs w:val="20"/>
                <w:lang w:val="en-IE"/>
              </w:rPr>
              <w:t>relevant field listed under point 10.4.1 (a)</w:t>
            </w:r>
            <w:r w:rsidR="00132350">
              <w:rPr>
                <w:rFonts w:cs="Arial"/>
                <w:i/>
                <w:iCs/>
                <w:sz w:val="20"/>
                <w:szCs w:val="20"/>
                <w:lang w:val="en-IE"/>
              </w:rPr>
              <w:t xml:space="preserve"> of the Request Specifications</w:t>
            </w:r>
            <w:r w:rsidRPr="00A508FF">
              <w:rPr>
                <w:rFonts w:cs="Arial"/>
                <w:i/>
                <w:iCs/>
                <w:sz w:val="20"/>
                <w:szCs w:val="20"/>
                <w:lang w:val="en-IE"/>
              </w:rPr>
              <w:t xml:space="preserve">: </w:t>
            </w:r>
          </w:p>
          <w:p w14:paraId="4AA02DB7" w14:textId="77777777" w:rsidR="00B92A3D" w:rsidRPr="00B92A3D" w:rsidRDefault="00B92A3D" w:rsidP="00D7456D">
            <w:pPr>
              <w:spacing w:before="120" w:after="120" w:line="240" w:lineRule="auto"/>
              <w:rPr>
                <w:rFonts w:cs="Arial"/>
                <w:b/>
                <w:bCs/>
                <w:i/>
                <w:iCs/>
                <w:sz w:val="20"/>
                <w:szCs w:val="20"/>
                <w:lang w:val="en-IE"/>
              </w:rPr>
            </w:pPr>
            <w:r w:rsidRPr="00B92A3D">
              <w:rPr>
                <w:rFonts w:cs="Arial"/>
                <w:b/>
                <w:bCs/>
                <w:i/>
                <w:iCs/>
                <w:sz w:val="20"/>
                <w:szCs w:val="20"/>
                <w:lang w:val="en-IE"/>
              </w:rPr>
              <w:t xml:space="preserve">Storage and handling of Oil Spill Response equipment or heavy </w:t>
            </w:r>
            <w:proofErr w:type="gramStart"/>
            <w:r w:rsidRPr="00B92A3D">
              <w:rPr>
                <w:rFonts w:cs="Arial"/>
                <w:b/>
                <w:bCs/>
                <w:i/>
                <w:iCs/>
                <w:sz w:val="20"/>
                <w:szCs w:val="20"/>
                <w:lang w:val="en-IE"/>
              </w:rPr>
              <w:t>machinery;</w:t>
            </w:r>
            <w:proofErr w:type="gramEnd"/>
          </w:p>
          <w:p w14:paraId="7E06A696" w14:textId="77777777" w:rsidR="00B92A3D" w:rsidRPr="00B92A3D" w:rsidRDefault="00B92A3D" w:rsidP="00D7456D">
            <w:pPr>
              <w:spacing w:before="120" w:after="120" w:line="240" w:lineRule="auto"/>
              <w:rPr>
                <w:rFonts w:cs="Arial"/>
                <w:i/>
                <w:iCs/>
                <w:sz w:val="20"/>
                <w:szCs w:val="20"/>
                <w:lang w:val="en-IE"/>
              </w:rPr>
            </w:pPr>
            <w:r w:rsidRPr="00B92A3D">
              <w:rPr>
                <w:rFonts w:cs="Arial"/>
                <w:i/>
                <w:iCs/>
                <w:sz w:val="20"/>
                <w:szCs w:val="20"/>
                <w:lang w:val="en-IE"/>
              </w:rPr>
              <w:t>or</w:t>
            </w:r>
          </w:p>
          <w:p w14:paraId="6031B1EA" w14:textId="77777777" w:rsidR="00B92A3D" w:rsidRPr="00B92A3D" w:rsidRDefault="00B92A3D" w:rsidP="00D7456D">
            <w:pPr>
              <w:spacing w:before="120" w:after="120" w:line="240" w:lineRule="auto"/>
              <w:rPr>
                <w:rFonts w:cs="Arial"/>
                <w:b/>
                <w:bCs/>
                <w:i/>
                <w:iCs/>
                <w:sz w:val="20"/>
                <w:szCs w:val="20"/>
                <w:lang w:val="en-IE"/>
              </w:rPr>
            </w:pPr>
            <w:r w:rsidRPr="00B92A3D">
              <w:rPr>
                <w:rFonts w:cs="Arial"/>
                <w:b/>
                <w:bCs/>
                <w:i/>
                <w:iCs/>
                <w:sz w:val="20"/>
                <w:szCs w:val="20"/>
                <w:lang w:val="en-IE"/>
              </w:rPr>
              <w:t xml:space="preserve">Maintenance of Oil Spill Response equipment or heavy </w:t>
            </w:r>
            <w:proofErr w:type="gramStart"/>
            <w:r w:rsidRPr="00B92A3D">
              <w:rPr>
                <w:rFonts w:cs="Arial"/>
                <w:b/>
                <w:bCs/>
                <w:i/>
                <w:iCs/>
                <w:sz w:val="20"/>
                <w:szCs w:val="20"/>
                <w:lang w:val="en-IE"/>
              </w:rPr>
              <w:t>machinery;</w:t>
            </w:r>
            <w:proofErr w:type="gramEnd"/>
          </w:p>
          <w:p w14:paraId="6D834DB9" w14:textId="77777777" w:rsidR="00B92A3D" w:rsidRPr="00B92A3D" w:rsidRDefault="00B92A3D" w:rsidP="00D7456D">
            <w:pPr>
              <w:spacing w:before="120" w:after="120" w:line="240" w:lineRule="auto"/>
              <w:rPr>
                <w:rFonts w:cs="Arial"/>
                <w:i/>
                <w:iCs/>
                <w:sz w:val="20"/>
                <w:szCs w:val="20"/>
                <w:lang w:val="en-IE"/>
              </w:rPr>
            </w:pPr>
            <w:r w:rsidRPr="00B92A3D">
              <w:rPr>
                <w:rFonts w:cs="Arial"/>
                <w:i/>
                <w:iCs/>
                <w:sz w:val="20"/>
                <w:szCs w:val="20"/>
                <w:lang w:val="en-IE"/>
              </w:rPr>
              <w:t>or</w:t>
            </w:r>
          </w:p>
          <w:p w14:paraId="6149ABBD" w14:textId="77777777" w:rsidR="00B92A3D" w:rsidRPr="00A508FF" w:rsidRDefault="00B92A3D" w:rsidP="00D7456D">
            <w:pPr>
              <w:spacing w:before="120" w:after="120" w:line="240" w:lineRule="auto"/>
              <w:rPr>
                <w:rFonts w:cs="Arial"/>
                <w:b/>
                <w:bCs/>
                <w:sz w:val="20"/>
                <w:szCs w:val="20"/>
                <w:lang w:val="en-IE"/>
              </w:rPr>
            </w:pPr>
            <w:r w:rsidRPr="00B92A3D">
              <w:rPr>
                <w:rFonts w:cs="Arial"/>
                <w:b/>
                <w:bCs/>
                <w:i/>
                <w:iCs/>
                <w:sz w:val="20"/>
                <w:szCs w:val="20"/>
                <w:lang w:val="en-IE"/>
              </w:rPr>
              <w:t>Transport and logistics of Oil Spill Response equipment or heavy machinery.</w:t>
            </w:r>
            <w:r w:rsidRPr="00A508FF">
              <w:rPr>
                <w:rFonts w:cs="Arial"/>
                <w:b/>
                <w:bCs/>
                <w:sz w:val="20"/>
                <w:szCs w:val="20"/>
                <w:lang w:val="en-IE"/>
              </w:rPr>
              <w:t xml:space="preserve"> </w:t>
            </w:r>
          </w:p>
        </w:tc>
      </w:tr>
      <w:tr w:rsidR="00B92A3D" w14:paraId="312E2DDF" w14:textId="77777777" w:rsidTr="00D7456D">
        <w:tc>
          <w:tcPr>
            <w:tcW w:w="2537" w:type="dxa"/>
          </w:tcPr>
          <w:p w14:paraId="744B15C9" w14:textId="77777777" w:rsidR="00B92A3D" w:rsidRPr="00151268" w:rsidRDefault="00B92A3D" w:rsidP="00D7456D">
            <w:pPr>
              <w:spacing w:before="120" w:line="280" w:lineRule="atLeast"/>
              <w:jc w:val="center"/>
              <w:rPr>
                <w:b/>
                <w:bCs/>
                <w:sz w:val="20"/>
                <w:szCs w:val="20"/>
              </w:rPr>
            </w:pPr>
            <w:r w:rsidRPr="00151268">
              <w:rPr>
                <w:b/>
                <w:bCs/>
                <w:sz w:val="20"/>
                <w:szCs w:val="20"/>
              </w:rPr>
              <w:t>Customer name</w:t>
            </w:r>
          </w:p>
        </w:tc>
        <w:tc>
          <w:tcPr>
            <w:tcW w:w="2537" w:type="dxa"/>
          </w:tcPr>
          <w:p w14:paraId="7F8FB162" w14:textId="77777777" w:rsidR="00B92A3D" w:rsidRPr="00151268" w:rsidRDefault="00B92A3D" w:rsidP="00D7456D">
            <w:pPr>
              <w:spacing w:before="120" w:line="280" w:lineRule="atLeast"/>
              <w:jc w:val="center"/>
              <w:rPr>
                <w:b/>
                <w:bCs/>
                <w:sz w:val="20"/>
                <w:szCs w:val="20"/>
              </w:rPr>
            </w:pPr>
            <w:r w:rsidRPr="00151268">
              <w:rPr>
                <w:b/>
                <w:bCs/>
                <w:sz w:val="20"/>
                <w:szCs w:val="20"/>
              </w:rPr>
              <w:t>Type of work/service</w:t>
            </w:r>
          </w:p>
        </w:tc>
        <w:tc>
          <w:tcPr>
            <w:tcW w:w="2538" w:type="dxa"/>
          </w:tcPr>
          <w:p w14:paraId="4694F60F" w14:textId="77777777" w:rsidR="00B92A3D" w:rsidRPr="00151268" w:rsidRDefault="00B92A3D" w:rsidP="00D7456D">
            <w:pPr>
              <w:spacing w:before="120" w:line="280" w:lineRule="atLeast"/>
              <w:jc w:val="center"/>
              <w:rPr>
                <w:b/>
                <w:bCs/>
                <w:sz w:val="20"/>
                <w:szCs w:val="20"/>
              </w:rPr>
            </w:pPr>
            <w:r w:rsidRPr="00151268">
              <w:rPr>
                <w:b/>
                <w:bCs/>
                <w:sz w:val="20"/>
                <w:szCs w:val="20"/>
              </w:rPr>
              <w:t>Type of oil spill response equipment/heavy machinery</w:t>
            </w:r>
          </w:p>
        </w:tc>
        <w:tc>
          <w:tcPr>
            <w:tcW w:w="2538" w:type="dxa"/>
          </w:tcPr>
          <w:p w14:paraId="5BB08838" w14:textId="77777777" w:rsidR="00B92A3D" w:rsidRPr="00151268" w:rsidRDefault="00B92A3D" w:rsidP="00D7456D">
            <w:pPr>
              <w:spacing w:before="120" w:line="280" w:lineRule="atLeast"/>
              <w:jc w:val="center"/>
              <w:rPr>
                <w:b/>
                <w:bCs/>
                <w:sz w:val="20"/>
                <w:szCs w:val="20"/>
              </w:rPr>
            </w:pPr>
            <w:r w:rsidRPr="00151268">
              <w:rPr>
                <w:b/>
                <w:bCs/>
                <w:sz w:val="20"/>
                <w:szCs w:val="20"/>
              </w:rPr>
              <w:t>Duration</w:t>
            </w:r>
          </w:p>
          <w:p w14:paraId="1E66C654" w14:textId="77777777" w:rsidR="00B92A3D" w:rsidRPr="00151268" w:rsidRDefault="00B92A3D" w:rsidP="00D7456D">
            <w:pPr>
              <w:spacing w:before="120" w:line="280" w:lineRule="atLeast"/>
              <w:jc w:val="center"/>
              <w:rPr>
                <w:b/>
                <w:bCs/>
                <w:sz w:val="20"/>
                <w:szCs w:val="20"/>
              </w:rPr>
            </w:pPr>
            <w:r w:rsidRPr="00151268">
              <w:rPr>
                <w:b/>
                <w:bCs/>
                <w:sz w:val="20"/>
                <w:szCs w:val="20"/>
              </w:rPr>
              <w:t>(format: from month/year to month/year)</w:t>
            </w:r>
          </w:p>
        </w:tc>
        <w:tc>
          <w:tcPr>
            <w:tcW w:w="2538" w:type="dxa"/>
          </w:tcPr>
          <w:p w14:paraId="67D35343" w14:textId="77777777" w:rsidR="00B92A3D" w:rsidRPr="00151268" w:rsidRDefault="00B92A3D" w:rsidP="00D7456D">
            <w:pPr>
              <w:spacing w:before="120" w:line="280" w:lineRule="atLeast"/>
              <w:jc w:val="center"/>
              <w:rPr>
                <w:b/>
                <w:bCs/>
                <w:sz w:val="20"/>
                <w:szCs w:val="20"/>
              </w:rPr>
            </w:pPr>
            <w:r w:rsidRPr="00151268">
              <w:rPr>
                <w:b/>
                <w:bCs/>
                <w:sz w:val="20"/>
                <w:szCs w:val="20"/>
              </w:rPr>
              <w:t>Relevant additional information</w:t>
            </w:r>
          </w:p>
        </w:tc>
      </w:tr>
      <w:tr w:rsidR="00B92A3D" w14:paraId="73D50740" w14:textId="77777777" w:rsidTr="00D7456D">
        <w:tc>
          <w:tcPr>
            <w:tcW w:w="2537" w:type="dxa"/>
          </w:tcPr>
          <w:p w14:paraId="53A29981" w14:textId="77777777" w:rsidR="00B92A3D" w:rsidRPr="00AA2932" w:rsidRDefault="00B92A3D" w:rsidP="00D7456D">
            <w:pPr>
              <w:spacing w:before="120" w:line="280" w:lineRule="atLeast"/>
              <w:rPr>
                <w:i/>
                <w:iCs/>
                <w:sz w:val="20"/>
                <w:szCs w:val="20"/>
              </w:rPr>
            </w:pPr>
            <w:r w:rsidRPr="00AA2932">
              <w:rPr>
                <w:i/>
                <w:iCs/>
                <w:sz w:val="20"/>
                <w:szCs w:val="20"/>
              </w:rPr>
              <w:t>Add/delete as many rows as appropriate</w:t>
            </w:r>
          </w:p>
        </w:tc>
        <w:tc>
          <w:tcPr>
            <w:tcW w:w="2537" w:type="dxa"/>
          </w:tcPr>
          <w:p w14:paraId="1FE7CD5F" w14:textId="77777777" w:rsidR="00B92A3D" w:rsidRDefault="00B92A3D" w:rsidP="00D7456D">
            <w:pPr>
              <w:spacing w:before="120" w:line="280" w:lineRule="atLeast"/>
            </w:pPr>
          </w:p>
        </w:tc>
        <w:tc>
          <w:tcPr>
            <w:tcW w:w="2538" w:type="dxa"/>
          </w:tcPr>
          <w:p w14:paraId="1ABE7162" w14:textId="77777777" w:rsidR="00B92A3D" w:rsidRDefault="00B92A3D" w:rsidP="00D7456D">
            <w:pPr>
              <w:spacing w:before="120" w:line="280" w:lineRule="atLeast"/>
            </w:pPr>
          </w:p>
        </w:tc>
        <w:tc>
          <w:tcPr>
            <w:tcW w:w="2538" w:type="dxa"/>
          </w:tcPr>
          <w:p w14:paraId="1710751A" w14:textId="77777777" w:rsidR="00B92A3D" w:rsidRDefault="00B92A3D" w:rsidP="00D7456D">
            <w:pPr>
              <w:spacing w:before="120" w:line="280" w:lineRule="atLeast"/>
            </w:pPr>
          </w:p>
        </w:tc>
        <w:tc>
          <w:tcPr>
            <w:tcW w:w="2538" w:type="dxa"/>
          </w:tcPr>
          <w:p w14:paraId="6D691845" w14:textId="77777777" w:rsidR="00B92A3D" w:rsidRDefault="00B92A3D" w:rsidP="00D7456D">
            <w:pPr>
              <w:spacing w:before="120" w:line="280" w:lineRule="atLeast"/>
            </w:pPr>
          </w:p>
        </w:tc>
      </w:tr>
    </w:tbl>
    <w:p w14:paraId="34629471" w14:textId="77777777" w:rsidR="00B92A3D" w:rsidRDefault="00B92A3D" w:rsidP="00ED52E6">
      <w:pPr>
        <w:spacing w:before="0" w:after="0" w:line="240" w:lineRule="auto"/>
      </w:pPr>
    </w:p>
    <w:p w14:paraId="10A01E76" w14:textId="77777777" w:rsidR="00132350" w:rsidRDefault="00132350" w:rsidP="00ED52E6">
      <w:pPr>
        <w:spacing w:before="0" w:after="0" w:line="240" w:lineRule="auto"/>
      </w:pPr>
    </w:p>
    <w:p w14:paraId="5BCA3480" w14:textId="48FF9912" w:rsidR="00AE1938" w:rsidRDefault="00AE1938" w:rsidP="00ED52E6">
      <w:pPr>
        <w:spacing w:before="0" w:after="0" w:line="240" w:lineRule="auto"/>
      </w:pPr>
      <w:r>
        <w:t>Place, date:</w:t>
      </w:r>
    </w:p>
    <w:p w14:paraId="2EC55E3D" w14:textId="782AC325" w:rsidR="00AE1938" w:rsidRDefault="00AE1938" w:rsidP="00ED52E6">
      <w:pPr>
        <w:spacing w:before="0" w:after="0" w:line="240" w:lineRule="auto"/>
      </w:pPr>
    </w:p>
    <w:p w14:paraId="1B8D6B7D" w14:textId="48DBC479" w:rsidR="00AE1938" w:rsidRDefault="00AE1938" w:rsidP="00ED52E6">
      <w:pPr>
        <w:spacing w:before="0" w:after="0" w:line="240" w:lineRule="auto"/>
      </w:pPr>
      <w:r>
        <w:t>Signature:</w:t>
      </w:r>
    </w:p>
    <w:p w14:paraId="320D2498" w14:textId="77777777" w:rsidR="00AE1938" w:rsidRDefault="00AE1938" w:rsidP="00ED52E6">
      <w:pPr>
        <w:spacing w:before="0" w:after="0" w:line="240" w:lineRule="auto"/>
      </w:pPr>
    </w:p>
    <w:sectPr w:rsidR="00AE1938" w:rsidSect="00706655">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1083" w:right="2552" w:bottom="1083" w:left="1814" w:header="964" w:footer="567" w:gutter="0"/>
      <w:paperSrc w:first="7" w:other="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E9FBDD" w14:textId="77777777" w:rsidR="00706655" w:rsidRDefault="00706655">
      <w:r>
        <w:separator/>
      </w:r>
    </w:p>
    <w:p w14:paraId="6E701D75" w14:textId="77777777" w:rsidR="00706655" w:rsidRDefault="00706655"/>
    <w:p w14:paraId="5E26F8FA" w14:textId="77777777" w:rsidR="00706655" w:rsidRDefault="00706655"/>
  </w:endnote>
  <w:endnote w:type="continuationSeparator" w:id="0">
    <w:p w14:paraId="32DD74F1" w14:textId="77777777" w:rsidR="00706655" w:rsidRDefault="00706655">
      <w:r>
        <w:continuationSeparator/>
      </w:r>
    </w:p>
    <w:p w14:paraId="74DC031C" w14:textId="77777777" w:rsidR="00706655" w:rsidRDefault="00706655"/>
    <w:p w14:paraId="377046E7" w14:textId="77777777" w:rsidR="00706655" w:rsidRDefault="007066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2BC2DE" w14:textId="77777777" w:rsidR="00706655" w:rsidRDefault="007066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BC229A" w14:textId="157F7595" w:rsidR="00DE3BC4" w:rsidRPr="000A6CE3" w:rsidRDefault="000A6CE3" w:rsidP="00225C5E">
    <w:pPr>
      <w:pStyle w:val="Footer"/>
      <w:tabs>
        <w:tab w:val="clear" w:pos="4820"/>
        <w:tab w:val="clear" w:pos="9979"/>
        <w:tab w:val="center" w:pos="0"/>
        <w:tab w:val="right" w:pos="9781"/>
      </w:tabs>
      <w:ind w:right="-41"/>
      <w:jc w:val="right"/>
      <w:rPr>
        <w:lang w:val="pt-PT"/>
      </w:rPr>
    </w:pPr>
    <w:r>
      <w:rPr>
        <w:lang w:val="pt-PT"/>
      </w:rPr>
      <w:fldChar w:fldCharType="begin"/>
    </w:r>
    <w:r>
      <w:rPr>
        <w:lang w:val="pt-PT"/>
      </w:rPr>
      <w:instrText xml:space="preserve"> IF </w:instrText>
    </w:r>
    <w:r>
      <w:rPr>
        <w:lang w:val="pt-PT"/>
      </w:rPr>
      <w:fldChar w:fldCharType="begin"/>
    </w:r>
    <w:r>
      <w:rPr>
        <w:lang w:val="pt-PT"/>
      </w:rPr>
      <w:instrText xml:space="preserve"> NUMPAGES </w:instrText>
    </w:r>
    <w:r>
      <w:rPr>
        <w:lang w:val="pt-PT"/>
      </w:rPr>
      <w:fldChar w:fldCharType="separate"/>
    </w:r>
    <w:r w:rsidR="00ED3A5E">
      <w:rPr>
        <w:noProof/>
        <w:lang w:val="pt-PT"/>
      </w:rPr>
      <w:instrText>3</w:instrText>
    </w:r>
    <w:r>
      <w:rPr>
        <w:lang w:val="pt-PT"/>
      </w:rPr>
      <w:fldChar w:fldCharType="end"/>
    </w:r>
    <w:r>
      <w:rPr>
        <w:lang w:val="pt-PT"/>
      </w:rPr>
      <w:instrText xml:space="preserve"> &gt; 1 "Page </w:instrText>
    </w:r>
    <w:r>
      <w:rPr>
        <w:lang w:val="pt-PT"/>
      </w:rPr>
      <w:fldChar w:fldCharType="begin"/>
    </w:r>
    <w:r>
      <w:rPr>
        <w:lang w:val="pt-PT"/>
      </w:rPr>
      <w:instrText xml:space="preserve"> PAGE  </w:instrText>
    </w:r>
    <w:r>
      <w:rPr>
        <w:lang w:val="pt-PT"/>
      </w:rPr>
      <w:fldChar w:fldCharType="separate"/>
    </w:r>
    <w:r w:rsidR="00ED3A5E">
      <w:rPr>
        <w:noProof/>
        <w:lang w:val="pt-PT"/>
      </w:rPr>
      <w:instrText>3</w:instrText>
    </w:r>
    <w:r>
      <w:rPr>
        <w:lang w:val="pt-PT"/>
      </w:rPr>
      <w:fldChar w:fldCharType="end"/>
    </w:r>
    <w:r>
      <w:rPr>
        <w:lang w:val="pt-PT"/>
      </w:rPr>
      <w:instrText xml:space="preserve"> of </w:instrText>
    </w:r>
    <w:r>
      <w:rPr>
        <w:lang w:val="pt-PT"/>
      </w:rPr>
      <w:fldChar w:fldCharType="begin"/>
    </w:r>
    <w:r>
      <w:rPr>
        <w:lang w:val="pt-PT"/>
      </w:rPr>
      <w:instrText xml:space="preserve"> NUMPAGES </w:instrText>
    </w:r>
    <w:r>
      <w:rPr>
        <w:lang w:val="pt-PT"/>
      </w:rPr>
      <w:fldChar w:fldCharType="separate"/>
    </w:r>
    <w:r w:rsidR="00ED3A5E">
      <w:rPr>
        <w:noProof/>
        <w:lang w:val="pt-PT"/>
      </w:rPr>
      <w:instrText>3</w:instrText>
    </w:r>
    <w:r>
      <w:rPr>
        <w:lang w:val="pt-PT"/>
      </w:rPr>
      <w:fldChar w:fldCharType="end"/>
    </w:r>
    <w:r>
      <w:rPr>
        <w:lang w:val="pt-PT"/>
      </w:rPr>
      <w:instrText xml:space="preserve">" </w:instrText>
    </w:r>
    <w:r>
      <w:rPr>
        <w:lang w:val="pt-PT"/>
      </w:rPr>
      <w:fldChar w:fldCharType="separate"/>
    </w:r>
    <w:r w:rsidR="00ED3A5E">
      <w:rPr>
        <w:noProof/>
        <w:lang w:val="pt-PT"/>
      </w:rPr>
      <w:t>Page 3 of 3</w:t>
    </w:r>
    <w:r>
      <w:rPr>
        <w:lang w:val="pt-PT"/>
      </w:rPr>
      <w:fldChar w:fldCharType="end"/>
    </w:r>
    <w:r w:rsidR="00225C5E" w:rsidRPr="00484650">
      <w:rPr>
        <w:lang w:val="pt-PT"/>
      </w:rPr>
      <w:tab/>
    </w:r>
    <w:r w:rsidR="00225C5E">
      <w:rPr>
        <w:lang w:val="pt-PT"/>
      </w:rPr>
      <w:br/>
    </w:r>
    <w:r w:rsidR="00225C5E" w:rsidRPr="00F37686">
      <w:rPr>
        <w:noProof/>
        <w:lang w:eastAsia="en-GB"/>
      </w:rPr>
      <mc:AlternateContent>
        <mc:Choice Requires="wps">
          <w:drawing>
            <wp:anchor distT="0" distB="0" distL="114300" distR="114300" simplePos="0" relativeHeight="251675648" behindDoc="1" locked="1" layoutInCell="1" allowOverlap="1" wp14:anchorId="0C079876" wp14:editId="1A70A2F6">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ln>
                        <a:solidFill>
                          <a:srgbClr val="006E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3D807F" id="Přímá spojnice 2" o:spid="_x0000_s1026" style="position:absolute;z-index:-2516408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" strokecolor="#006ebc">
              <w10:wrap anchorx="page" anchory="page"/>
              <w10:anchorlock/>
            </v:line>
          </w:pict>
        </mc:Fallback>
      </mc:AlternateContent>
    </w:r>
    <w:r w:rsidR="00225C5E">
      <w:rPr>
        <w:lang w:val="pt-PT"/>
      </w:rPr>
      <w:br/>
    </w:r>
    <w:r w:rsidR="00225C5E" w:rsidRPr="00484650">
      <w:rPr>
        <w:lang w:val="pt-PT"/>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7F357" w14:textId="00A27853" w:rsidR="00DE3BC4" w:rsidRPr="00225C5E" w:rsidRDefault="00225C5E" w:rsidP="00225C5E">
    <w:pPr>
      <w:pStyle w:val="Footer"/>
      <w:tabs>
        <w:tab w:val="clear" w:pos="4820"/>
        <w:tab w:val="clear" w:pos="9979"/>
        <w:tab w:val="center" w:pos="0"/>
        <w:tab w:val="right" w:pos="9781"/>
      </w:tabs>
      <w:ind w:right="-41"/>
      <w:jc w:val="right"/>
      <w:rPr>
        <w:lang w:val="pt-PT"/>
      </w:rPr>
    </w:pPr>
    <w:r>
      <w:rPr>
        <w:lang w:val="pt-PT"/>
      </w:rPr>
      <w:fldChar w:fldCharType="begin"/>
    </w:r>
    <w:r>
      <w:rPr>
        <w:lang w:val="pt-PT"/>
      </w:rPr>
      <w:instrText xml:space="preserve"> IF </w:instrText>
    </w:r>
    <w:r>
      <w:rPr>
        <w:lang w:val="pt-PT"/>
      </w:rPr>
      <w:fldChar w:fldCharType="begin"/>
    </w:r>
    <w:r>
      <w:rPr>
        <w:lang w:val="pt-PT"/>
      </w:rPr>
      <w:instrText xml:space="preserve"> NUMPAGES </w:instrText>
    </w:r>
    <w:r>
      <w:rPr>
        <w:lang w:val="pt-PT"/>
      </w:rPr>
      <w:fldChar w:fldCharType="separate"/>
    </w:r>
    <w:r w:rsidR="00ED3A5E">
      <w:rPr>
        <w:noProof/>
        <w:lang w:val="pt-PT"/>
      </w:rPr>
      <w:instrText>3</w:instrText>
    </w:r>
    <w:r>
      <w:rPr>
        <w:lang w:val="pt-PT"/>
      </w:rPr>
      <w:fldChar w:fldCharType="end"/>
    </w:r>
    <w:r>
      <w:rPr>
        <w:lang w:val="pt-PT"/>
      </w:rPr>
      <w:instrText xml:space="preserve"> &gt; 1 "Page </w:instrText>
    </w:r>
    <w:r>
      <w:rPr>
        <w:lang w:val="pt-PT"/>
      </w:rPr>
      <w:fldChar w:fldCharType="begin"/>
    </w:r>
    <w:r>
      <w:rPr>
        <w:lang w:val="pt-PT"/>
      </w:rPr>
      <w:instrText xml:space="preserve"> PAGE  </w:instrText>
    </w:r>
    <w:r>
      <w:rPr>
        <w:lang w:val="pt-PT"/>
      </w:rPr>
      <w:fldChar w:fldCharType="separate"/>
    </w:r>
    <w:r w:rsidR="00ED3A5E">
      <w:rPr>
        <w:noProof/>
        <w:lang w:val="pt-PT"/>
      </w:rPr>
      <w:instrText>1</w:instrText>
    </w:r>
    <w:r>
      <w:rPr>
        <w:lang w:val="pt-PT"/>
      </w:rPr>
      <w:fldChar w:fldCharType="end"/>
    </w:r>
    <w:r>
      <w:rPr>
        <w:lang w:val="pt-PT"/>
      </w:rPr>
      <w:instrText xml:space="preserve"> of </w:instrText>
    </w:r>
    <w:r>
      <w:rPr>
        <w:lang w:val="pt-PT"/>
      </w:rPr>
      <w:fldChar w:fldCharType="begin"/>
    </w:r>
    <w:r>
      <w:rPr>
        <w:lang w:val="pt-PT"/>
      </w:rPr>
      <w:instrText xml:space="preserve"> NUMPAGES </w:instrText>
    </w:r>
    <w:r>
      <w:rPr>
        <w:lang w:val="pt-PT"/>
      </w:rPr>
      <w:fldChar w:fldCharType="separate"/>
    </w:r>
    <w:r w:rsidR="00ED3A5E">
      <w:rPr>
        <w:noProof/>
        <w:lang w:val="pt-PT"/>
      </w:rPr>
      <w:instrText>3</w:instrText>
    </w:r>
    <w:r>
      <w:rPr>
        <w:lang w:val="pt-PT"/>
      </w:rPr>
      <w:fldChar w:fldCharType="end"/>
    </w:r>
    <w:r>
      <w:rPr>
        <w:lang w:val="pt-PT"/>
      </w:rPr>
      <w:instrText xml:space="preserve">" </w:instrText>
    </w:r>
    <w:r>
      <w:rPr>
        <w:lang w:val="pt-PT"/>
      </w:rPr>
      <w:fldChar w:fldCharType="separate"/>
    </w:r>
    <w:r w:rsidR="00ED3A5E">
      <w:rPr>
        <w:noProof/>
        <w:lang w:val="pt-PT"/>
      </w:rPr>
      <w:t>Page 1 of 3</w:t>
    </w:r>
    <w:r>
      <w:rPr>
        <w:lang w:val="pt-PT"/>
      </w:rPr>
      <w:fldChar w:fldCharType="end"/>
    </w:r>
    <w:r w:rsidRPr="00484650">
      <w:rPr>
        <w:lang w:val="pt-PT"/>
      </w:rPr>
      <w:tab/>
    </w:r>
    <w:bookmarkStart w:id="0" w:name="Owner_Email"/>
    <w:bookmarkEnd w:id="0"/>
    <w:r w:rsidRPr="00F37686">
      <w:rPr>
        <w:noProof/>
        <w:lang w:eastAsia="en-GB"/>
      </w:rPr>
      <mc:AlternateContent>
        <mc:Choice Requires="wps">
          <w:drawing>
            <wp:anchor distT="0" distB="0" distL="114300" distR="114300" simplePos="0" relativeHeight="251658240" behindDoc="1" locked="1" layoutInCell="1" allowOverlap="1" wp14:anchorId="24C506A4" wp14:editId="359C77FA">
              <wp:simplePos x="0" y="0"/>
              <wp:positionH relativeFrom="page">
                <wp:posOffset>655320</wp:posOffset>
              </wp:positionH>
              <wp:positionV relativeFrom="page">
                <wp:posOffset>9803765</wp:posOffset>
              </wp:positionV>
              <wp:extent cx="6264000" cy="0"/>
              <wp:effectExtent l="0" t="0" r="22860" b="19050"/>
              <wp:wrapNone/>
              <wp:docPr id="1"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ln>
                        <a:solidFill>
                          <a:srgbClr val="006E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3889D8" id="Přímá spojnice 2"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" strokecolor="#006ebc">
              <w10:wrap anchorx="page" anchory="page"/>
              <w10:anchorlock/>
            </v:line>
          </w:pict>
        </mc:Fallback>
      </mc:AlternateContent>
    </w:r>
    <w:r w:rsidRPr="00DB5896">
      <w:rPr>
        <w:lang w:val="pt-PT"/>
      </w:rPr>
      <w:t>EMSA, Praça Euro</w:t>
    </w:r>
    <w:r>
      <w:rPr>
        <w:lang w:val="pt-PT"/>
      </w:rPr>
      <w:t xml:space="preserve">pa 4, 1249-206 </w:t>
    </w:r>
    <w:proofErr w:type="spellStart"/>
    <w:r>
      <w:rPr>
        <w:lang w:val="pt-PT"/>
      </w:rPr>
      <w:t>Lisbon</w:t>
    </w:r>
    <w:proofErr w:type="spellEnd"/>
    <w:r>
      <w:rPr>
        <w:lang w:val="pt-PT"/>
      </w:rPr>
      <w:t>, Portugal</w:t>
    </w:r>
    <w:r>
      <w:rPr>
        <w:lang w:val="pt-PT"/>
      </w:rPr>
      <w:br/>
    </w:r>
    <w:r w:rsidRPr="00484650">
      <w:rPr>
        <w:lang w:val="pt-PT"/>
      </w:rPr>
      <w:tab/>
    </w:r>
    <w:r>
      <w:rPr>
        <w:lang w:val="pt-PT"/>
      </w:rPr>
      <w:t>emsa.europa.eu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B485A5" w14:textId="77777777" w:rsidR="00706655" w:rsidRDefault="00706655">
      <w:r>
        <w:separator/>
      </w:r>
    </w:p>
    <w:p w14:paraId="0C77DAAB" w14:textId="77777777" w:rsidR="00706655" w:rsidRDefault="00706655"/>
    <w:p w14:paraId="6D0C8FC9" w14:textId="77777777" w:rsidR="00706655" w:rsidRDefault="00706655"/>
  </w:footnote>
  <w:footnote w:type="continuationSeparator" w:id="0">
    <w:p w14:paraId="72DAA848" w14:textId="77777777" w:rsidR="00706655" w:rsidRDefault="00706655">
      <w:r>
        <w:continuationSeparator/>
      </w:r>
    </w:p>
    <w:p w14:paraId="4976BAE8" w14:textId="77777777" w:rsidR="00706655" w:rsidRDefault="00706655"/>
    <w:p w14:paraId="6AED2DB8" w14:textId="77777777" w:rsidR="00706655" w:rsidRDefault="007066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7E17D6" w14:textId="77777777" w:rsidR="00706655" w:rsidRDefault="007066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77F0D" w14:textId="77777777" w:rsidR="00706655" w:rsidRDefault="007066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62B34E" w14:textId="77777777" w:rsidR="00D83D45" w:rsidRPr="002E69EC" w:rsidRDefault="002E69EC" w:rsidP="002E69EC">
    <w:pPr>
      <w:pStyle w:val="Header"/>
    </w:pPr>
    <w:r>
      <w:rPr>
        <w:noProof/>
        <w:lang w:eastAsia="en-GB"/>
      </w:rPr>
      <w:drawing>
        <wp:anchor distT="0" distB="0" distL="114300" distR="114300" simplePos="0" relativeHeight="251659264" behindDoc="1" locked="0" layoutInCell="1" allowOverlap="1" wp14:anchorId="6E2884C4" wp14:editId="237A4565">
          <wp:simplePos x="0" y="0"/>
          <wp:positionH relativeFrom="page">
            <wp:posOffset>687705</wp:posOffset>
          </wp:positionH>
          <wp:positionV relativeFrom="page">
            <wp:posOffset>612140</wp:posOffset>
          </wp:positionV>
          <wp:extent cx="1933200" cy="586800"/>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SA_logo_full_test0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3200" cy="58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FA2AE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7A650C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BD4D3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C4CE2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E268B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94C9A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D5857E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5ADC5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1A4F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69A14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385D0F"/>
    <w:multiLevelType w:val="hybridMultilevel"/>
    <w:tmpl w:val="C1A21B98"/>
    <w:lvl w:ilvl="0" w:tplc="B7FA609E">
      <w:start w:val="1"/>
      <w:numFmt w:val="bullet"/>
      <w:pStyle w:val="Bulletlist"/>
      <w:lvlText w:val="■"/>
      <w:lvlJc w:val="left"/>
      <w:pPr>
        <w:ind w:left="720" w:hanging="360"/>
      </w:pPr>
      <w:rPr>
        <w:rFonts w:ascii="Arial" w:hAnsi="Arial" w:hint="default"/>
        <w:color w:val="0E88D3"/>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73F24"/>
    <w:multiLevelType w:val="hybridMultilevel"/>
    <w:tmpl w:val="2D48AF20"/>
    <w:lvl w:ilvl="0" w:tplc="08090001">
      <w:start w:val="1"/>
      <w:numFmt w:val="bullet"/>
      <w:lvlText w:val=""/>
      <w:lvlJc w:val="left"/>
      <w:pPr>
        <w:ind w:left="1080" w:hanging="360"/>
      </w:pPr>
      <w:rPr>
        <w:rFonts w:ascii="Symbol" w:hAnsi="Symbol"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37086363"/>
    <w:multiLevelType w:val="hybridMultilevel"/>
    <w:tmpl w:val="019297F8"/>
    <w:lvl w:ilvl="0" w:tplc="08090001">
      <w:start w:val="1"/>
      <w:numFmt w:val="bullet"/>
      <w:lvlText w:val=""/>
      <w:lvlJc w:val="left"/>
      <w:pPr>
        <w:ind w:left="1080" w:hanging="360"/>
      </w:pPr>
      <w:rPr>
        <w:rFonts w:ascii="Symbol" w:hAnsi="Symbol"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06655"/>
    <w:rsid w:val="000015C8"/>
    <w:rsid w:val="000104A4"/>
    <w:rsid w:val="00011930"/>
    <w:rsid w:val="0001472E"/>
    <w:rsid w:val="00015381"/>
    <w:rsid w:val="00026306"/>
    <w:rsid w:val="000263D0"/>
    <w:rsid w:val="00030A77"/>
    <w:rsid w:val="00032163"/>
    <w:rsid w:val="0003312D"/>
    <w:rsid w:val="0003759A"/>
    <w:rsid w:val="00041DF1"/>
    <w:rsid w:val="000456D2"/>
    <w:rsid w:val="0004646A"/>
    <w:rsid w:val="0005310B"/>
    <w:rsid w:val="0005340D"/>
    <w:rsid w:val="00053BC8"/>
    <w:rsid w:val="00054C5E"/>
    <w:rsid w:val="0006228C"/>
    <w:rsid w:val="00070008"/>
    <w:rsid w:val="0007432A"/>
    <w:rsid w:val="0007550F"/>
    <w:rsid w:val="00075A48"/>
    <w:rsid w:val="000864E5"/>
    <w:rsid w:val="00087B0B"/>
    <w:rsid w:val="00094139"/>
    <w:rsid w:val="000963A7"/>
    <w:rsid w:val="000A2F2F"/>
    <w:rsid w:val="000A6CE3"/>
    <w:rsid w:val="000A7D9C"/>
    <w:rsid w:val="000B5318"/>
    <w:rsid w:val="000B5726"/>
    <w:rsid w:val="000B6641"/>
    <w:rsid w:val="000C33A5"/>
    <w:rsid w:val="000C75D9"/>
    <w:rsid w:val="000D14EB"/>
    <w:rsid w:val="000D334D"/>
    <w:rsid w:val="000D569B"/>
    <w:rsid w:val="000E11D6"/>
    <w:rsid w:val="000E1D4E"/>
    <w:rsid w:val="000F5E79"/>
    <w:rsid w:val="00101185"/>
    <w:rsid w:val="00104598"/>
    <w:rsid w:val="00107523"/>
    <w:rsid w:val="00111C7E"/>
    <w:rsid w:val="00113E8F"/>
    <w:rsid w:val="00117217"/>
    <w:rsid w:val="001234D4"/>
    <w:rsid w:val="00124A54"/>
    <w:rsid w:val="00132350"/>
    <w:rsid w:val="001373C4"/>
    <w:rsid w:val="00137845"/>
    <w:rsid w:val="001401B0"/>
    <w:rsid w:val="001454F6"/>
    <w:rsid w:val="00150BBB"/>
    <w:rsid w:val="00151268"/>
    <w:rsid w:val="00154514"/>
    <w:rsid w:val="001618AF"/>
    <w:rsid w:val="00171078"/>
    <w:rsid w:val="00171116"/>
    <w:rsid w:val="00177B7A"/>
    <w:rsid w:val="0018169E"/>
    <w:rsid w:val="001848BB"/>
    <w:rsid w:val="0019552E"/>
    <w:rsid w:val="00195820"/>
    <w:rsid w:val="0019778A"/>
    <w:rsid w:val="001A10F4"/>
    <w:rsid w:val="001B3845"/>
    <w:rsid w:val="001B48D5"/>
    <w:rsid w:val="001C0F4B"/>
    <w:rsid w:val="001D06FA"/>
    <w:rsid w:val="001D6E25"/>
    <w:rsid w:val="001F04AB"/>
    <w:rsid w:val="001F5233"/>
    <w:rsid w:val="001F5D12"/>
    <w:rsid w:val="00200C02"/>
    <w:rsid w:val="00204889"/>
    <w:rsid w:val="00204B84"/>
    <w:rsid w:val="00205A6A"/>
    <w:rsid w:val="00211540"/>
    <w:rsid w:val="002129DD"/>
    <w:rsid w:val="002153CF"/>
    <w:rsid w:val="00215BD8"/>
    <w:rsid w:val="00216657"/>
    <w:rsid w:val="00225AB4"/>
    <w:rsid w:val="00225C5E"/>
    <w:rsid w:val="00226FDE"/>
    <w:rsid w:val="002524D2"/>
    <w:rsid w:val="00256D1C"/>
    <w:rsid w:val="0027061A"/>
    <w:rsid w:val="00273605"/>
    <w:rsid w:val="002761F2"/>
    <w:rsid w:val="0028243A"/>
    <w:rsid w:val="00283EE5"/>
    <w:rsid w:val="00285F40"/>
    <w:rsid w:val="00296AFA"/>
    <w:rsid w:val="002A0666"/>
    <w:rsid w:val="002B0D4D"/>
    <w:rsid w:val="002B1BE5"/>
    <w:rsid w:val="002B2818"/>
    <w:rsid w:val="002B479D"/>
    <w:rsid w:val="002B523D"/>
    <w:rsid w:val="002B6F03"/>
    <w:rsid w:val="002C0716"/>
    <w:rsid w:val="002C6973"/>
    <w:rsid w:val="002C6F33"/>
    <w:rsid w:val="002D29AD"/>
    <w:rsid w:val="002D2D17"/>
    <w:rsid w:val="002E1741"/>
    <w:rsid w:val="002E1EF4"/>
    <w:rsid w:val="002E21A0"/>
    <w:rsid w:val="002E69EC"/>
    <w:rsid w:val="002E6B48"/>
    <w:rsid w:val="002E6D6E"/>
    <w:rsid w:val="002E6E12"/>
    <w:rsid w:val="002F0D93"/>
    <w:rsid w:val="002F10BB"/>
    <w:rsid w:val="002F1AF8"/>
    <w:rsid w:val="002F2388"/>
    <w:rsid w:val="0030220E"/>
    <w:rsid w:val="003045F6"/>
    <w:rsid w:val="00306205"/>
    <w:rsid w:val="00310DA7"/>
    <w:rsid w:val="003140CB"/>
    <w:rsid w:val="00315843"/>
    <w:rsid w:val="003214D5"/>
    <w:rsid w:val="003223B0"/>
    <w:rsid w:val="0032427B"/>
    <w:rsid w:val="003242EB"/>
    <w:rsid w:val="00331038"/>
    <w:rsid w:val="00333811"/>
    <w:rsid w:val="003341C7"/>
    <w:rsid w:val="003402FB"/>
    <w:rsid w:val="0034401C"/>
    <w:rsid w:val="00346554"/>
    <w:rsid w:val="00353546"/>
    <w:rsid w:val="00361521"/>
    <w:rsid w:val="003944D4"/>
    <w:rsid w:val="00394A73"/>
    <w:rsid w:val="00394C0C"/>
    <w:rsid w:val="003971DD"/>
    <w:rsid w:val="00397824"/>
    <w:rsid w:val="003A3435"/>
    <w:rsid w:val="003A3FA9"/>
    <w:rsid w:val="003A57BF"/>
    <w:rsid w:val="003A778C"/>
    <w:rsid w:val="003C228B"/>
    <w:rsid w:val="003C503D"/>
    <w:rsid w:val="003C616C"/>
    <w:rsid w:val="003D3327"/>
    <w:rsid w:val="003D562B"/>
    <w:rsid w:val="003D6958"/>
    <w:rsid w:val="003D7B35"/>
    <w:rsid w:val="003E0681"/>
    <w:rsid w:val="003E07EA"/>
    <w:rsid w:val="003E2A8F"/>
    <w:rsid w:val="003E6A6A"/>
    <w:rsid w:val="003F032A"/>
    <w:rsid w:val="003F2A19"/>
    <w:rsid w:val="003F5956"/>
    <w:rsid w:val="003F6341"/>
    <w:rsid w:val="003F7661"/>
    <w:rsid w:val="00401F22"/>
    <w:rsid w:val="00404154"/>
    <w:rsid w:val="004041C2"/>
    <w:rsid w:val="0040484C"/>
    <w:rsid w:val="00407AF7"/>
    <w:rsid w:val="00413F48"/>
    <w:rsid w:val="00422848"/>
    <w:rsid w:val="00423B5E"/>
    <w:rsid w:val="004241FE"/>
    <w:rsid w:val="0042576E"/>
    <w:rsid w:val="0042607C"/>
    <w:rsid w:val="00426C7A"/>
    <w:rsid w:val="0042790A"/>
    <w:rsid w:val="00434C0B"/>
    <w:rsid w:val="004359BB"/>
    <w:rsid w:val="00443061"/>
    <w:rsid w:val="00444B69"/>
    <w:rsid w:val="0045374E"/>
    <w:rsid w:val="004541B5"/>
    <w:rsid w:val="00457798"/>
    <w:rsid w:val="00460346"/>
    <w:rsid w:val="00460CE1"/>
    <w:rsid w:val="00464B4B"/>
    <w:rsid w:val="004826F9"/>
    <w:rsid w:val="004906EA"/>
    <w:rsid w:val="00495015"/>
    <w:rsid w:val="00495FE0"/>
    <w:rsid w:val="004A3D87"/>
    <w:rsid w:val="004A7352"/>
    <w:rsid w:val="004A77F6"/>
    <w:rsid w:val="004B5D97"/>
    <w:rsid w:val="004C50EA"/>
    <w:rsid w:val="004C68FD"/>
    <w:rsid w:val="004E4BBC"/>
    <w:rsid w:val="004F277F"/>
    <w:rsid w:val="004F5626"/>
    <w:rsid w:val="00501A9E"/>
    <w:rsid w:val="00512B91"/>
    <w:rsid w:val="00517F0E"/>
    <w:rsid w:val="005239E3"/>
    <w:rsid w:val="00530AE8"/>
    <w:rsid w:val="005335FD"/>
    <w:rsid w:val="005337D8"/>
    <w:rsid w:val="00534FC2"/>
    <w:rsid w:val="00540272"/>
    <w:rsid w:val="00541A0A"/>
    <w:rsid w:val="005506A5"/>
    <w:rsid w:val="00551189"/>
    <w:rsid w:val="00552456"/>
    <w:rsid w:val="005532FD"/>
    <w:rsid w:val="00570EF6"/>
    <w:rsid w:val="00583B9D"/>
    <w:rsid w:val="005873F2"/>
    <w:rsid w:val="00590162"/>
    <w:rsid w:val="00592912"/>
    <w:rsid w:val="00592D2B"/>
    <w:rsid w:val="00594C68"/>
    <w:rsid w:val="005B1A3F"/>
    <w:rsid w:val="005B40E9"/>
    <w:rsid w:val="005B7CEC"/>
    <w:rsid w:val="005C0F97"/>
    <w:rsid w:val="005C23E2"/>
    <w:rsid w:val="005C684D"/>
    <w:rsid w:val="005D28E1"/>
    <w:rsid w:val="005D4A3E"/>
    <w:rsid w:val="005D6D1A"/>
    <w:rsid w:val="005E34E6"/>
    <w:rsid w:val="005E3CCE"/>
    <w:rsid w:val="005E4629"/>
    <w:rsid w:val="005F1417"/>
    <w:rsid w:val="005F1C78"/>
    <w:rsid w:val="00602CAC"/>
    <w:rsid w:val="006035EE"/>
    <w:rsid w:val="00603A1E"/>
    <w:rsid w:val="006052BD"/>
    <w:rsid w:val="006112FB"/>
    <w:rsid w:val="0061167F"/>
    <w:rsid w:val="00613F70"/>
    <w:rsid w:val="00620BB4"/>
    <w:rsid w:val="00621FF8"/>
    <w:rsid w:val="0062793D"/>
    <w:rsid w:val="00632ABF"/>
    <w:rsid w:val="00633573"/>
    <w:rsid w:val="00636F8A"/>
    <w:rsid w:val="00643AD3"/>
    <w:rsid w:val="00644B4A"/>
    <w:rsid w:val="00645D4E"/>
    <w:rsid w:val="00645D82"/>
    <w:rsid w:val="00651A58"/>
    <w:rsid w:val="00651B79"/>
    <w:rsid w:val="00655BA7"/>
    <w:rsid w:val="00660511"/>
    <w:rsid w:val="00665A70"/>
    <w:rsid w:val="00666925"/>
    <w:rsid w:val="0067211F"/>
    <w:rsid w:val="00676782"/>
    <w:rsid w:val="00676D99"/>
    <w:rsid w:val="006772E6"/>
    <w:rsid w:val="00685A91"/>
    <w:rsid w:val="00691303"/>
    <w:rsid w:val="00695464"/>
    <w:rsid w:val="00695A6E"/>
    <w:rsid w:val="006A26FB"/>
    <w:rsid w:val="006A4573"/>
    <w:rsid w:val="006A5775"/>
    <w:rsid w:val="006A5DC9"/>
    <w:rsid w:val="006B1FB8"/>
    <w:rsid w:val="006B417F"/>
    <w:rsid w:val="006C0EA1"/>
    <w:rsid w:val="006C142E"/>
    <w:rsid w:val="006C1C6A"/>
    <w:rsid w:val="006C2077"/>
    <w:rsid w:val="006C4498"/>
    <w:rsid w:val="006F1DEB"/>
    <w:rsid w:val="006F2A79"/>
    <w:rsid w:val="006F3C80"/>
    <w:rsid w:val="006F7D32"/>
    <w:rsid w:val="00700240"/>
    <w:rsid w:val="00700F3E"/>
    <w:rsid w:val="00700FD4"/>
    <w:rsid w:val="0070249A"/>
    <w:rsid w:val="00704811"/>
    <w:rsid w:val="00706655"/>
    <w:rsid w:val="007128DE"/>
    <w:rsid w:val="00713F3A"/>
    <w:rsid w:val="00715068"/>
    <w:rsid w:val="00716B3E"/>
    <w:rsid w:val="00717C92"/>
    <w:rsid w:val="00724C3E"/>
    <w:rsid w:val="0073457A"/>
    <w:rsid w:val="007360F2"/>
    <w:rsid w:val="00744F51"/>
    <w:rsid w:val="00745AB6"/>
    <w:rsid w:val="00746795"/>
    <w:rsid w:val="00747FD8"/>
    <w:rsid w:val="0075099F"/>
    <w:rsid w:val="00753907"/>
    <w:rsid w:val="00761D0E"/>
    <w:rsid w:val="00764616"/>
    <w:rsid w:val="00766C71"/>
    <w:rsid w:val="007707B3"/>
    <w:rsid w:val="007744F1"/>
    <w:rsid w:val="00777332"/>
    <w:rsid w:val="00777A5D"/>
    <w:rsid w:val="007822D2"/>
    <w:rsid w:val="00785848"/>
    <w:rsid w:val="00793439"/>
    <w:rsid w:val="007A176F"/>
    <w:rsid w:val="007A2B19"/>
    <w:rsid w:val="007B162A"/>
    <w:rsid w:val="007B47D7"/>
    <w:rsid w:val="007C7AD2"/>
    <w:rsid w:val="007E5F6D"/>
    <w:rsid w:val="007F37CB"/>
    <w:rsid w:val="007F3F73"/>
    <w:rsid w:val="007F4037"/>
    <w:rsid w:val="00800C3F"/>
    <w:rsid w:val="00801BF2"/>
    <w:rsid w:val="00803605"/>
    <w:rsid w:val="00806AA1"/>
    <w:rsid w:val="008137F4"/>
    <w:rsid w:val="008149CB"/>
    <w:rsid w:val="0081518E"/>
    <w:rsid w:val="008156B9"/>
    <w:rsid w:val="00817D64"/>
    <w:rsid w:val="00822398"/>
    <w:rsid w:val="0082349B"/>
    <w:rsid w:val="008257F4"/>
    <w:rsid w:val="00827B9E"/>
    <w:rsid w:val="008336CD"/>
    <w:rsid w:val="00844D92"/>
    <w:rsid w:val="008505CE"/>
    <w:rsid w:val="00850929"/>
    <w:rsid w:val="008510E4"/>
    <w:rsid w:val="00854105"/>
    <w:rsid w:val="00854E87"/>
    <w:rsid w:val="0086176F"/>
    <w:rsid w:val="00862011"/>
    <w:rsid w:val="00863087"/>
    <w:rsid w:val="00863B74"/>
    <w:rsid w:val="0086576B"/>
    <w:rsid w:val="00866204"/>
    <w:rsid w:val="0087530D"/>
    <w:rsid w:val="0087616D"/>
    <w:rsid w:val="008821DD"/>
    <w:rsid w:val="00891201"/>
    <w:rsid w:val="0089193B"/>
    <w:rsid w:val="00893270"/>
    <w:rsid w:val="008A0077"/>
    <w:rsid w:val="008A0795"/>
    <w:rsid w:val="008A4C9C"/>
    <w:rsid w:val="008A7957"/>
    <w:rsid w:val="008B5898"/>
    <w:rsid w:val="008B666F"/>
    <w:rsid w:val="008C0902"/>
    <w:rsid w:val="008D65FC"/>
    <w:rsid w:val="008E3D5C"/>
    <w:rsid w:val="008F50B6"/>
    <w:rsid w:val="008F5999"/>
    <w:rsid w:val="008F6220"/>
    <w:rsid w:val="00901717"/>
    <w:rsid w:val="00903D26"/>
    <w:rsid w:val="00904577"/>
    <w:rsid w:val="0090615A"/>
    <w:rsid w:val="00906EB5"/>
    <w:rsid w:val="00911A5D"/>
    <w:rsid w:val="0091646A"/>
    <w:rsid w:val="00916C03"/>
    <w:rsid w:val="00921627"/>
    <w:rsid w:val="00922FA7"/>
    <w:rsid w:val="00923CC3"/>
    <w:rsid w:val="00936F5E"/>
    <w:rsid w:val="00947CF1"/>
    <w:rsid w:val="00951243"/>
    <w:rsid w:val="00965462"/>
    <w:rsid w:val="00965BEC"/>
    <w:rsid w:val="0096645B"/>
    <w:rsid w:val="00974B65"/>
    <w:rsid w:val="0097717B"/>
    <w:rsid w:val="009840D8"/>
    <w:rsid w:val="0098438C"/>
    <w:rsid w:val="00991A5A"/>
    <w:rsid w:val="00994566"/>
    <w:rsid w:val="00996DFB"/>
    <w:rsid w:val="009A2690"/>
    <w:rsid w:val="009A50E8"/>
    <w:rsid w:val="009B41B9"/>
    <w:rsid w:val="009B611F"/>
    <w:rsid w:val="009C685D"/>
    <w:rsid w:val="009C7526"/>
    <w:rsid w:val="009E0EE7"/>
    <w:rsid w:val="009E20C3"/>
    <w:rsid w:val="009F0C1C"/>
    <w:rsid w:val="009F3B29"/>
    <w:rsid w:val="009F6591"/>
    <w:rsid w:val="00A047CB"/>
    <w:rsid w:val="00A0485E"/>
    <w:rsid w:val="00A056E2"/>
    <w:rsid w:val="00A07F4C"/>
    <w:rsid w:val="00A106F9"/>
    <w:rsid w:val="00A1276F"/>
    <w:rsid w:val="00A1793F"/>
    <w:rsid w:val="00A21DCD"/>
    <w:rsid w:val="00A27186"/>
    <w:rsid w:val="00A33982"/>
    <w:rsid w:val="00A33EBE"/>
    <w:rsid w:val="00A33ECD"/>
    <w:rsid w:val="00A36026"/>
    <w:rsid w:val="00A36C7E"/>
    <w:rsid w:val="00A41C56"/>
    <w:rsid w:val="00A42C06"/>
    <w:rsid w:val="00A442F1"/>
    <w:rsid w:val="00A4512E"/>
    <w:rsid w:val="00A47A1D"/>
    <w:rsid w:val="00A500C6"/>
    <w:rsid w:val="00A508FF"/>
    <w:rsid w:val="00A53C27"/>
    <w:rsid w:val="00A5455D"/>
    <w:rsid w:val="00A7360F"/>
    <w:rsid w:val="00A74711"/>
    <w:rsid w:val="00A7791B"/>
    <w:rsid w:val="00A81A60"/>
    <w:rsid w:val="00A8347C"/>
    <w:rsid w:val="00A86061"/>
    <w:rsid w:val="00A9539C"/>
    <w:rsid w:val="00AA2932"/>
    <w:rsid w:val="00AA4EFE"/>
    <w:rsid w:val="00AB309A"/>
    <w:rsid w:val="00AB43D1"/>
    <w:rsid w:val="00AC28A3"/>
    <w:rsid w:val="00AC3E23"/>
    <w:rsid w:val="00AC715B"/>
    <w:rsid w:val="00AC7DEA"/>
    <w:rsid w:val="00AD20D1"/>
    <w:rsid w:val="00AE1938"/>
    <w:rsid w:val="00AF3507"/>
    <w:rsid w:val="00AF41D8"/>
    <w:rsid w:val="00AF449B"/>
    <w:rsid w:val="00AF708A"/>
    <w:rsid w:val="00B06836"/>
    <w:rsid w:val="00B106E8"/>
    <w:rsid w:val="00B10E06"/>
    <w:rsid w:val="00B149B1"/>
    <w:rsid w:val="00B2115C"/>
    <w:rsid w:val="00B237F7"/>
    <w:rsid w:val="00B25075"/>
    <w:rsid w:val="00B338A3"/>
    <w:rsid w:val="00B4304D"/>
    <w:rsid w:val="00B43294"/>
    <w:rsid w:val="00B46EB6"/>
    <w:rsid w:val="00B47501"/>
    <w:rsid w:val="00B475BB"/>
    <w:rsid w:val="00B501F8"/>
    <w:rsid w:val="00B51FD1"/>
    <w:rsid w:val="00B56449"/>
    <w:rsid w:val="00B60EEB"/>
    <w:rsid w:val="00B64392"/>
    <w:rsid w:val="00B83F78"/>
    <w:rsid w:val="00B85BEE"/>
    <w:rsid w:val="00B87CAD"/>
    <w:rsid w:val="00B92A3D"/>
    <w:rsid w:val="00B92EC1"/>
    <w:rsid w:val="00B95066"/>
    <w:rsid w:val="00B979FE"/>
    <w:rsid w:val="00BB24F2"/>
    <w:rsid w:val="00BB43A7"/>
    <w:rsid w:val="00BC577B"/>
    <w:rsid w:val="00BD6B58"/>
    <w:rsid w:val="00BE0B96"/>
    <w:rsid w:val="00BE7FE9"/>
    <w:rsid w:val="00BF0FA3"/>
    <w:rsid w:val="00BF31A6"/>
    <w:rsid w:val="00BF6127"/>
    <w:rsid w:val="00C063C8"/>
    <w:rsid w:val="00C069CF"/>
    <w:rsid w:val="00C16D54"/>
    <w:rsid w:val="00C2180E"/>
    <w:rsid w:val="00C2404F"/>
    <w:rsid w:val="00C26E03"/>
    <w:rsid w:val="00C318C1"/>
    <w:rsid w:val="00C333EE"/>
    <w:rsid w:val="00C44121"/>
    <w:rsid w:val="00C51B22"/>
    <w:rsid w:val="00C52013"/>
    <w:rsid w:val="00C520AA"/>
    <w:rsid w:val="00C55C8C"/>
    <w:rsid w:val="00C56AD1"/>
    <w:rsid w:val="00C57025"/>
    <w:rsid w:val="00C57895"/>
    <w:rsid w:val="00C62B03"/>
    <w:rsid w:val="00C64E15"/>
    <w:rsid w:val="00C67449"/>
    <w:rsid w:val="00C72149"/>
    <w:rsid w:val="00C74C53"/>
    <w:rsid w:val="00C75392"/>
    <w:rsid w:val="00C7577A"/>
    <w:rsid w:val="00C77E21"/>
    <w:rsid w:val="00C81001"/>
    <w:rsid w:val="00C818E5"/>
    <w:rsid w:val="00C82E6A"/>
    <w:rsid w:val="00C95074"/>
    <w:rsid w:val="00CA1DA7"/>
    <w:rsid w:val="00CA22F4"/>
    <w:rsid w:val="00CB678B"/>
    <w:rsid w:val="00CB6D25"/>
    <w:rsid w:val="00CB7A5F"/>
    <w:rsid w:val="00CC2721"/>
    <w:rsid w:val="00CD053E"/>
    <w:rsid w:val="00CD3CD4"/>
    <w:rsid w:val="00CD7695"/>
    <w:rsid w:val="00CD79A2"/>
    <w:rsid w:val="00CE09E9"/>
    <w:rsid w:val="00CE4347"/>
    <w:rsid w:val="00CE7D1F"/>
    <w:rsid w:val="00CF672D"/>
    <w:rsid w:val="00D0195A"/>
    <w:rsid w:val="00D11633"/>
    <w:rsid w:val="00D141B5"/>
    <w:rsid w:val="00D154AB"/>
    <w:rsid w:val="00D16960"/>
    <w:rsid w:val="00D23023"/>
    <w:rsid w:val="00D34FA0"/>
    <w:rsid w:val="00D37418"/>
    <w:rsid w:val="00D41CAC"/>
    <w:rsid w:val="00D44BBE"/>
    <w:rsid w:val="00D45623"/>
    <w:rsid w:val="00D46A81"/>
    <w:rsid w:val="00D46B67"/>
    <w:rsid w:val="00D51EA5"/>
    <w:rsid w:val="00D55C07"/>
    <w:rsid w:val="00D55DD8"/>
    <w:rsid w:val="00D6122A"/>
    <w:rsid w:val="00D627D4"/>
    <w:rsid w:val="00D64515"/>
    <w:rsid w:val="00D64603"/>
    <w:rsid w:val="00D64995"/>
    <w:rsid w:val="00D654ED"/>
    <w:rsid w:val="00D70053"/>
    <w:rsid w:val="00D7049D"/>
    <w:rsid w:val="00D725DC"/>
    <w:rsid w:val="00D8009E"/>
    <w:rsid w:val="00D809EA"/>
    <w:rsid w:val="00D81DAB"/>
    <w:rsid w:val="00D83D45"/>
    <w:rsid w:val="00D914C8"/>
    <w:rsid w:val="00D948F2"/>
    <w:rsid w:val="00DA0022"/>
    <w:rsid w:val="00DA0A60"/>
    <w:rsid w:val="00DA4434"/>
    <w:rsid w:val="00DA5B32"/>
    <w:rsid w:val="00DB2670"/>
    <w:rsid w:val="00DB510B"/>
    <w:rsid w:val="00DC00FE"/>
    <w:rsid w:val="00DC35FF"/>
    <w:rsid w:val="00DC4911"/>
    <w:rsid w:val="00DD4274"/>
    <w:rsid w:val="00DD6CB6"/>
    <w:rsid w:val="00DE2D64"/>
    <w:rsid w:val="00DE3BC4"/>
    <w:rsid w:val="00DE53E1"/>
    <w:rsid w:val="00DF6AD8"/>
    <w:rsid w:val="00DF6F36"/>
    <w:rsid w:val="00DF7ADD"/>
    <w:rsid w:val="00E0088B"/>
    <w:rsid w:val="00E027B5"/>
    <w:rsid w:val="00E04EC9"/>
    <w:rsid w:val="00E0516A"/>
    <w:rsid w:val="00E07916"/>
    <w:rsid w:val="00E07D84"/>
    <w:rsid w:val="00E1238F"/>
    <w:rsid w:val="00E16D1A"/>
    <w:rsid w:val="00E201F7"/>
    <w:rsid w:val="00E20C4D"/>
    <w:rsid w:val="00E3168D"/>
    <w:rsid w:val="00E332B8"/>
    <w:rsid w:val="00E34DC5"/>
    <w:rsid w:val="00E37336"/>
    <w:rsid w:val="00E40DD5"/>
    <w:rsid w:val="00E42DBB"/>
    <w:rsid w:val="00E43591"/>
    <w:rsid w:val="00E521D8"/>
    <w:rsid w:val="00E53F6D"/>
    <w:rsid w:val="00E55CCA"/>
    <w:rsid w:val="00E56458"/>
    <w:rsid w:val="00E571A8"/>
    <w:rsid w:val="00E6287E"/>
    <w:rsid w:val="00E72C2B"/>
    <w:rsid w:val="00E83576"/>
    <w:rsid w:val="00E8374B"/>
    <w:rsid w:val="00E83B76"/>
    <w:rsid w:val="00E841F9"/>
    <w:rsid w:val="00E869A4"/>
    <w:rsid w:val="00E9435F"/>
    <w:rsid w:val="00E95AF5"/>
    <w:rsid w:val="00EA0EB2"/>
    <w:rsid w:val="00EA0FD6"/>
    <w:rsid w:val="00EA1B60"/>
    <w:rsid w:val="00EA40A5"/>
    <w:rsid w:val="00EA491C"/>
    <w:rsid w:val="00EA5B20"/>
    <w:rsid w:val="00EA69FB"/>
    <w:rsid w:val="00EB4AFB"/>
    <w:rsid w:val="00EB75F8"/>
    <w:rsid w:val="00EC1647"/>
    <w:rsid w:val="00EC176A"/>
    <w:rsid w:val="00EC49B9"/>
    <w:rsid w:val="00EC5E53"/>
    <w:rsid w:val="00ED25CA"/>
    <w:rsid w:val="00ED3A5E"/>
    <w:rsid w:val="00ED52E6"/>
    <w:rsid w:val="00EE1B26"/>
    <w:rsid w:val="00EF1D91"/>
    <w:rsid w:val="00EF2BA8"/>
    <w:rsid w:val="00EF4D05"/>
    <w:rsid w:val="00F1043D"/>
    <w:rsid w:val="00F10BAC"/>
    <w:rsid w:val="00F157A2"/>
    <w:rsid w:val="00F22464"/>
    <w:rsid w:val="00F233A2"/>
    <w:rsid w:val="00F31469"/>
    <w:rsid w:val="00F315C1"/>
    <w:rsid w:val="00F31B26"/>
    <w:rsid w:val="00F31C36"/>
    <w:rsid w:val="00F32C8D"/>
    <w:rsid w:val="00F33E37"/>
    <w:rsid w:val="00F41D4A"/>
    <w:rsid w:val="00F42FD2"/>
    <w:rsid w:val="00F45EA3"/>
    <w:rsid w:val="00F51A98"/>
    <w:rsid w:val="00F534D0"/>
    <w:rsid w:val="00F54CA3"/>
    <w:rsid w:val="00F6051A"/>
    <w:rsid w:val="00F662A9"/>
    <w:rsid w:val="00F7065A"/>
    <w:rsid w:val="00F75D03"/>
    <w:rsid w:val="00F77625"/>
    <w:rsid w:val="00F8542E"/>
    <w:rsid w:val="00F854AC"/>
    <w:rsid w:val="00F94432"/>
    <w:rsid w:val="00FA03A1"/>
    <w:rsid w:val="00FA3DA8"/>
    <w:rsid w:val="00FA7E4A"/>
    <w:rsid w:val="00FB0BE2"/>
    <w:rsid w:val="00FB2EB1"/>
    <w:rsid w:val="00FB4758"/>
    <w:rsid w:val="00FB4EE2"/>
    <w:rsid w:val="00FC23A3"/>
    <w:rsid w:val="00FC6226"/>
    <w:rsid w:val="00FD5001"/>
    <w:rsid w:val="00FD5AE0"/>
    <w:rsid w:val="00FD7872"/>
    <w:rsid w:val="00FE4C21"/>
    <w:rsid w:val="00FE5E6F"/>
    <w:rsid w:val="00FE67A7"/>
    <w:rsid w:val="00FE7503"/>
    <w:rsid w:val="00FF14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843EC9A"/>
  <w15:docId w15:val="{92AC6856-520D-42E8-9F7A-844B02B64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332"/>
    <w:pPr>
      <w:spacing w:before="240" w:after="240" w:line="276" w:lineRule="auto"/>
    </w:pPr>
    <w:rPr>
      <w:rFonts w:ascii="Arial" w:eastAsiaTheme="minorHAnsi" w:hAnsi="Arial" w:cstheme="minorBidi"/>
      <w:szCs w:val="22"/>
      <w:lang w:val="en-GB" w:eastAsia="en-US"/>
    </w:rPr>
  </w:style>
  <w:style w:type="paragraph" w:styleId="Heading1">
    <w:name w:val="heading 1"/>
    <w:basedOn w:val="Normal"/>
    <w:next w:val="Normal"/>
    <w:link w:val="Heading1Char"/>
    <w:autoRedefine/>
    <w:uiPriority w:val="9"/>
    <w:qFormat/>
    <w:rsid w:val="00331038"/>
    <w:pPr>
      <w:keepNext/>
      <w:keepLines/>
      <w:outlineLvl w:val="0"/>
    </w:pPr>
    <w:rPr>
      <w:rFonts w:eastAsiaTheme="majorEastAsia" w:cstheme="majorBidi"/>
      <w:b/>
      <w:color w:val="006EBC"/>
      <w:sz w:val="32"/>
      <w:szCs w:val="32"/>
    </w:rPr>
  </w:style>
  <w:style w:type="paragraph" w:styleId="Heading2">
    <w:name w:val="heading 2"/>
    <w:basedOn w:val="Normal"/>
    <w:next w:val="Normal"/>
    <w:link w:val="Heading2Char"/>
    <w:autoRedefine/>
    <w:uiPriority w:val="9"/>
    <w:unhideWhenUsed/>
    <w:qFormat/>
    <w:rsid w:val="00530AE8"/>
    <w:pPr>
      <w:keepNext/>
      <w:keepLines/>
      <w:outlineLvl w:val="1"/>
    </w:pPr>
    <w:rPr>
      <w:rFonts w:eastAsiaTheme="majorEastAsia" w:cstheme="majorBidi"/>
      <w:b/>
      <w:color w:val="000000" w:themeColor="text1"/>
      <w:sz w:val="22"/>
      <w:szCs w:val="26"/>
    </w:rPr>
  </w:style>
  <w:style w:type="paragraph" w:styleId="Heading3">
    <w:name w:val="heading 3"/>
    <w:basedOn w:val="Normal"/>
    <w:next w:val="Normal"/>
    <w:link w:val="Heading3Char"/>
    <w:uiPriority w:val="9"/>
    <w:unhideWhenUsed/>
    <w:qFormat/>
    <w:rsid w:val="00777332"/>
    <w:pPr>
      <w:keepNext/>
      <w:keepLines/>
      <w:spacing w:after="120"/>
      <w:outlineLvl w:val="2"/>
    </w:pPr>
    <w:rPr>
      <w:rFonts w:eastAsiaTheme="majorEastAsia" w:cstheme="majorBidi"/>
      <w:b/>
      <w:color w:val="000000" w:themeColor="text1"/>
      <w:sz w:val="24"/>
      <w:szCs w:val="24"/>
    </w:rPr>
  </w:style>
  <w:style w:type="paragraph" w:styleId="Heading4">
    <w:name w:val="heading 4"/>
    <w:basedOn w:val="Normal"/>
    <w:next w:val="Normal"/>
    <w:link w:val="Heading4Char"/>
    <w:uiPriority w:val="9"/>
    <w:semiHidden/>
    <w:unhideWhenUsed/>
    <w:qFormat/>
    <w:rsid w:val="00777332"/>
    <w:pPr>
      <w:keepNext/>
      <w:keepLines/>
      <w:spacing w:before="120"/>
      <w:outlineLvl w:val="3"/>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7332"/>
    <w:pPr>
      <w:tabs>
        <w:tab w:val="center" w:pos="4536"/>
        <w:tab w:val="right" w:pos="9072"/>
      </w:tabs>
      <w:spacing w:line="240" w:lineRule="auto"/>
    </w:pPr>
  </w:style>
  <w:style w:type="paragraph" w:styleId="Footer">
    <w:name w:val="footer"/>
    <w:basedOn w:val="Normal"/>
    <w:link w:val="FooterChar"/>
    <w:uiPriority w:val="99"/>
    <w:unhideWhenUsed/>
    <w:rsid w:val="00777332"/>
    <w:pPr>
      <w:tabs>
        <w:tab w:val="center" w:pos="4820"/>
        <w:tab w:val="right" w:pos="9979"/>
      </w:tabs>
      <w:spacing w:line="240" w:lineRule="auto"/>
    </w:pPr>
    <w:rPr>
      <w:sz w:val="16"/>
    </w:rPr>
  </w:style>
  <w:style w:type="paragraph" w:styleId="BodyText">
    <w:name w:val="Body Text"/>
    <w:basedOn w:val="Normal"/>
    <w:rsid w:val="00777332"/>
  </w:style>
  <w:style w:type="paragraph" w:styleId="Subtitle">
    <w:name w:val="Subtitle"/>
    <w:basedOn w:val="Normal"/>
    <w:qFormat/>
    <w:rsid w:val="00777332"/>
    <w:pPr>
      <w:outlineLvl w:val="1"/>
    </w:pPr>
    <w:rPr>
      <w:rFonts w:cs="Arial"/>
      <w:b/>
      <w:sz w:val="22"/>
    </w:rPr>
  </w:style>
  <w:style w:type="paragraph" w:styleId="Title">
    <w:name w:val="Title"/>
    <w:basedOn w:val="Normal"/>
    <w:qFormat/>
    <w:rsid w:val="00777332"/>
    <w:pPr>
      <w:jc w:val="center"/>
      <w:outlineLvl w:val="0"/>
    </w:pPr>
    <w:rPr>
      <w:rFonts w:cs="Arial"/>
      <w:b/>
      <w:bCs/>
      <w:smallCaps/>
      <w:kern w:val="28"/>
      <w:sz w:val="22"/>
    </w:rPr>
  </w:style>
  <w:style w:type="character" w:styleId="Hyperlink">
    <w:name w:val="Hyperlink"/>
    <w:basedOn w:val="DefaultParagraphFont"/>
    <w:uiPriority w:val="99"/>
    <w:unhideWhenUsed/>
    <w:rsid w:val="00777332"/>
    <w:rPr>
      <w:color w:val="0000FF" w:themeColor="hyperlink"/>
      <w:u w:val="single"/>
    </w:rPr>
  </w:style>
  <w:style w:type="paragraph" w:styleId="NormalIndent">
    <w:name w:val="Normal Indent"/>
    <w:basedOn w:val="Normal"/>
    <w:rsid w:val="00777332"/>
    <w:pPr>
      <w:ind w:left="720"/>
    </w:pPr>
  </w:style>
  <w:style w:type="table" w:styleId="TableGrid">
    <w:name w:val="Table Grid"/>
    <w:basedOn w:val="TableNormal"/>
    <w:uiPriority w:val="39"/>
    <w:rsid w:val="00777332"/>
    <w:rPr>
      <w:rFonts w:asciiTheme="minorHAnsi" w:eastAsiaTheme="minorHAnsi" w:hAnsiTheme="minorHAnsi" w:cstheme="minorBidi"/>
      <w:sz w:val="22"/>
      <w:szCs w:val="22"/>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77332"/>
    <w:pPr>
      <w:shd w:val="clear" w:color="auto" w:fill="000080"/>
    </w:pPr>
    <w:rPr>
      <w:rFonts w:ascii="Tahoma" w:hAnsi="Tahoma" w:cs="Tahoma"/>
      <w:szCs w:val="20"/>
    </w:rPr>
  </w:style>
  <w:style w:type="paragraph" w:styleId="BalloonText">
    <w:name w:val="Balloon Text"/>
    <w:basedOn w:val="Normal"/>
    <w:link w:val="BalloonTextChar"/>
    <w:rsid w:val="0077733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77332"/>
    <w:rPr>
      <w:rFonts w:ascii="Tahoma" w:eastAsiaTheme="minorHAnsi" w:hAnsi="Tahoma" w:cs="Tahoma"/>
      <w:sz w:val="16"/>
      <w:szCs w:val="16"/>
      <w:lang w:val="en-GB" w:eastAsia="en-US"/>
    </w:rPr>
  </w:style>
  <w:style w:type="character" w:customStyle="1" w:styleId="FooterChar">
    <w:name w:val="Footer Char"/>
    <w:basedOn w:val="DefaultParagraphFont"/>
    <w:link w:val="Footer"/>
    <w:uiPriority w:val="99"/>
    <w:rsid w:val="00777332"/>
    <w:rPr>
      <w:rFonts w:ascii="Arial" w:eastAsiaTheme="minorHAnsi" w:hAnsi="Arial" w:cstheme="minorBidi"/>
      <w:sz w:val="16"/>
      <w:szCs w:val="22"/>
      <w:lang w:val="en-GB" w:eastAsia="en-US"/>
    </w:rPr>
  </w:style>
  <w:style w:type="character" w:customStyle="1" w:styleId="HeaderChar">
    <w:name w:val="Header Char"/>
    <w:basedOn w:val="DefaultParagraphFont"/>
    <w:link w:val="Header"/>
    <w:uiPriority w:val="99"/>
    <w:rsid w:val="00777332"/>
    <w:rPr>
      <w:rFonts w:ascii="Arial" w:eastAsiaTheme="minorHAnsi" w:hAnsi="Arial" w:cstheme="minorBidi"/>
      <w:szCs w:val="22"/>
      <w:lang w:val="en-GB" w:eastAsia="en-US"/>
    </w:rPr>
  </w:style>
  <w:style w:type="character" w:customStyle="1" w:styleId="Heading1Char">
    <w:name w:val="Heading 1 Char"/>
    <w:basedOn w:val="DefaultParagraphFont"/>
    <w:link w:val="Heading1"/>
    <w:uiPriority w:val="9"/>
    <w:rsid w:val="00331038"/>
    <w:rPr>
      <w:rFonts w:ascii="Arial" w:eastAsiaTheme="majorEastAsia" w:hAnsi="Arial" w:cstheme="majorBidi"/>
      <w:b/>
      <w:color w:val="006EBC"/>
      <w:sz w:val="32"/>
      <w:szCs w:val="32"/>
      <w:lang w:val="en-GB" w:eastAsia="en-US"/>
    </w:rPr>
  </w:style>
  <w:style w:type="character" w:customStyle="1" w:styleId="Heading2Char">
    <w:name w:val="Heading 2 Char"/>
    <w:basedOn w:val="DefaultParagraphFont"/>
    <w:link w:val="Heading2"/>
    <w:uiPriority w:val="9"/>
    <w:rsid w:val="00530AE8"/>
    <w:rPr>
      <w:rFonts w:ascii="Arial" w:eastAsiaTheme="majorEastAsia" w:hAnsi="Arial" w:cstheme="majorBidi"/>
      <w:b/>
      <w:color w:val="000000" w:themeColor="text1"/>
      <w:sz w:val="22"/>
      <w:szCs w:val="26"/>
      <w:lang w:val="en-GB" w:eastAsia="en-US"/>
    </w:rPr>
  </w:style>
  <w:style w:type="character" w:customStyle="1" w:styleId="Heading3Char">
    <w:name w:val="Heading 3 Char"/>
    <w:basedOn w:val="DefaultParagraphFont"/>
    <w:link w:val="Heading3"/>
    <w:uiPriority w:val="9"/>
    <w:rsid w:val="00777332"/>
    <w:rPr>
      <w:rFonts w:ascii="Arial" w:eastAsiaTheme="majorEastAsia" w:hAnsi="Arial" w:cstheme="majorBidi"/>
      <w:b/>
      <w:color w:val="000000" w:themeColor="text1"/>
      <w:sz w:val="24"/>
      <w:szCs w:val="24"/>
      <w:lang w:val="en-GB" w:eastAsia="en-US"/>
    </w:rPr>
  </w:style>
  <w:style w:type="character" w:customStyle="1" w:styleId="Heading4Char">
    <w:name w:val="Heading 4 Char"/>
    <w:basedOn w:val="DefaultParagraphFont"/>
    <w:link w:val="Heading4"/>
    <w:uiPriority w:val="9"/>
    <w:semiHidden/>
    <w:rsid w:val="00777332"/>
    <w:rPr>
      <w:rFonts w:ascii="Arial" w:eastAsiaTheme="majorEastAsia" w:hAnsi="Arial" w:cstheme="majorBidi"/>
      <w:i/>
      <w:iCs/>
      <w:color w:val="000000" w:themeColor="text1"/>
      <w:szCs w:val="22"/>
      <w:lang w:val="en-GB" w:eastAsia="en-US"/>
    </w:rPr>
  </w:style>
  <w:style w:type="paragraph" w:customStyle="1" w:styleId="FooterEven">
    <w:name w:val="Footer Even"/>
    <w:basedOn w:val="Normal"/>
    <w:qFormat/>
    <w:rsid w:val="00777332"/>
    <w:pPr>
      <w:pBdr>
        <w:top w:val="single" w:sz="4" w:space="1" w:color="4F81BD" w:themeColor="accent1"/>
      </w:pBdr>
      <w:spacing w:after="180" w:line="264" w:lineRule="auto"/>
    </w:pPr>
    <w:rPr>
      <w:rFonts w:asciiTheme="minorHAnsi" w:hAnsiTheme="minorHAnsi" w:cs="Times New Roman"/>
      <w:color w:val="1F497D" w:themeColor="text2"/>
      <w:szCs w:val="20"/>
      <w:lang w:val="en-US" w:eastAsia="ja-JP"/>
    </w:rPr>
  </w:style>
  <w:style w:type="paragraph" w:customStyle="1" w:styleId="Bulletlist">
    <w:name w:val="Bullet list"/>
    <w:basedOn w:val="Normal"/>
    <w:autoRedefine/>
    <w:qFormat/>
    <w:rsid w:val="00777332"/>
    <w:pPr>
      <w:numPr>
        <w:numId w:val="12"/>
      </w:numPr>
    </w:pPr>
  </w:style>
  <w:style w:type="paragraph" w:customStyle="1" w:styleId="Note-signature">
    <w:name w:val="Note-signature"/>
    <w:basedOn w:val="Normal"/>
    <w:autoRedefine/>
    <w:qFormat/>
    <w:rsid w:val="00777332"/>
    <w:pPr>
      <w:spacing w:before="720" w:after="0"/>
    </w:pPr>
  </w:style>
  <w:style w:type="character" w:styleId="PlaceholderText">
    <w:name w:val="Placeholder Text"/>
    <w:basedOn w:val="DefaultParagraphFont"/>
    <w:uiPriority w:val="99"/>
    <w:semiHidden/>
    <w:rsid w:val="00777332"/>
    <w:rPr>
      <w:color w:val="808080"/>
    </w:rPr>
  </w:style>
  <w:style w:type="paragraph" w:customStyle="1" w:styleId="YoursSincerely">
    <w:name w:val="YoursSincerely"/>
    <w:basedOn w:val="Normal"/>
    <w:autoRedefine/>
    <w:qFormat/>
    <w:rsid w:val="00777332"/>
    <w:pPr>
      <w:spacing w:before="960"/>
    </w:pPr>
  </w:style>
  <w:style w:type="paragraph" w:styleId="ListParagraph">
    <w:name w:val="List Paragraph"/>
    <w:basedOn w:val="Normal"/>
    <w:uiPriority w:val="34"/>
    <w:qFormat/>
    <w:rsid w:val="00A508FF"/>
    <w:pPr>
      <w:spacing w:before="0"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IFS.emsa.local\EMSA\IT\EMSA%20Office%20Templates\General\not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34FE6380E1F4859934B6B68262BEBCC"/>
        <w:category>
          <w:name w:val="General"/>
          <w:gallery w:val="placeholder"/>
        </w:category>
        <w:types>
          <w:type w:val="bbPlcHdr"/>
        </w:types>
        <w:behaviors>
          <w:behavior w:val="content"/>
        </w:behaviors>
        <w:guid w:val="{BC47F0B5-00E9-4722-BA29-E24D81D1C376}"/>
      </w:docPartPr>
      <w:docPartBody>
        <w:p w:rsidR="00B47FA1" w:rsidRDefault="00C83136" w:rsidP="00C83136">
          <w:pPr>
            <w:pStyle w:val="234FE6380E1F4859934B6B68262BEBCC"/>
          </w:pPr>
          <w:r w:rsidRPr="00CE467D">
            <w:rPr>
              <w:rStyle w:val="PlaceholderText"/>
            </w:rPr>
            <w:t>[Procurement Number]</w:t>
          </w:r>
        </w:p>
      </w:docPartBody>
    </w:docPart>
    <w:docPart>
      <w:docPartPr>
        <w:name w:val="6F509B5384AD4E8C9064E78EEA1F92AE"/>
        <w:category>
          <w:name w:val="General"/>
          <w:gallery w:val="placeholder"/>
        </w:category>
        <w:types>
          <w:type w:val="bbPlcHdr"/>
        </w:types>
        <w:behaviors>
          <w:behavior w:val="content"/>
        </w:behaviors>
        <w:guid w:val="{657D9FD6-18EF-4D3F-8A92-576D232A345E}"/>
      </w:docPartPr>
      <w:docPartBody>
        <w:p w:rsidR="00B47FA1" w:rsidRDefault="00C83136" w:rsidP="00C83136">
          <w:pPr>
            <w:pStyle w:val="6F509B5384AD4E8C9064E78EEA1F92AE"/>
          </w:pPr>
          <w:r w:rsidRPr="00CE467D">
            <w:rPr>
              <w:rStyle w:val="PlaceholderText"/>
            </w:rPr>
            <w:t>[Contract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136"/>
    <w:rsid w:val="00B47FA1"/>
    <w:rsid w:val="00C831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3136"/>
    <w:rPr>
      <w:color w:val="808080"/>
    </w:rPr>
  </w:style>
  <w:style w:type="paragraph" w:customStyle="1" w:styleId="234FE6380E1F4859934B6B68262BEBCC">
    <w:name w:val="234FE6380E1F4859934B6B68262BEBCC"/>
    <w:rsid w:val="00C83136"/>
  </w:style>
  <w:style w:type="paragraph" w:customStyle="1" w:styleId="6F509B5384AD4E8C9064E78EEA1F92AE">
    <w:name w:val="6F509B5384AD4E8C9064E78EEA1F92AE"/>
    <w:rsid w:val="00C831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ED_x0020_verification xmlns="488de78e-08bf-4a6a-94ee-645c1ed3e8a5">2021-11-08T12:00:00+00:00</ED_x0020_verification>
    <DD_x0020_End_x0020_of_x0020_Phase_x0020_1_x0020_Leg_x002f_Fin_x0020_and_x0020_AO xmlns="488de78e-08bf-4a6a-94ee-645c1ed3e8a5">10</DD_x0020_End_x0020_of_x0020_Phase_x0020_1_x0020_Leg_x002f_Fin_x0020_and_x0020_AO>
    <AOFullName xmlns="488de78e-08bf-4a6a-94ee-645c1ed3e8a5">Maja Markovčić Kostelac </AOFullName>
    <UrlApproval xmlns="488de78e-08bf-4a6a-94ee-645c1ed3e8a5">
      <Url xsi:nil="true"/>
      <Description xsi:nil="true"/>
    </UrlApproval>
    <Description_x0020_of_x0020_contract xmlns="488de78e-08bf-4a6a-94ee-645c1ed3e8a5">The objective of EMSA’s Equipment Assistance Service (EAS) is the mobilisation and delivery on site, upon demand and at short notice, of oil pollution response assets, more particularly the availability on-site of specialised Oil Spill Response (OSR) equipment in order to respond to oil spills in the European regional sea basins.</Description_x0020_of_x0020_contract>
    <EMSA_x0020_Unit_x0020_Name xmlns="488de78e-08bf-4a6a-94ee-645c1ed3e8a5">Sustainability</EMSA_x0020_Unit_x0020_Name>
    <SD_x0020_evaluation xmlns="488de78e-08bf-4a6a-94ee-645c1ed3e8a5" xsi:nil="true"/>
    <SD_x0020_Legal_x0020_Entity xmlns="488de78e-08bf-4a6a-94ee-645c1ed3e8a5">2022-07-21T07:00:00+00:00</SD_x0020_Legal_x0020_Entity>
    <DD_x0020_verification xmlns="488de78e-08bf-4a6a-94ee-645c1ed3e8a5">5</DD_x0020_verification>
    <SD_x0020_award_x0020_notice xmlns="488de78e-08bf-4a6a-94ee-645c1ed3e8a5">2022-09-01T12:00:00+00:00</SD_x0020_award_x0020_notice>
    <SD_x0020_Application_x0020_report xmlns="488de78e-08bf-4a6a-94ee-645c1ed3e8a5">2022-03-08T00:00:00+00:00</SD_x0020_Application_x0020_report>
    <ED_x0020_End_x0020_of_x0020_Phase_x0020_1_x0020_Leg_x002f_Fin_x0020_and_x0020_AO xmlns="488de78e-08bf-4a6a-94ee-645c1ed3e8a5">2022-04-04T00:00:00+00:00</ED_x0020_End_x0020_of_x0020_Phase_x0020_1_x0020_Leg_x002f_Fin_x0020_and_x0020_AO>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Project_x0020_Officer xmlns="488de78e-08bf-4a6a-94ee-645c1ed3e8a5">
      <UserInfo>
        <DisplayName/>
        <AccountId>242</AccountId>
        <AccountType/>
      </UserInfo>
    </Project_x0020_Officer>
    <DD_x0020_evaluation xmlns="488de78e-08bf-4a6a-94ee-645c1ed3e8a5" xsi:nil="true"/>
    <SD_x0020_verification xmlns="488de78e-08bf-4a6a-94ee-645c1ed3e8a5">2021-10-29T12:00:00+00:00</SD_x0020_verification>
    <SD_x0020_Moratorium_x0020__x0028_SNEG_x0029_ xmlns="488de78e-08bf-4a6a-94ee-645c1ed3e8a5" xsi:nil="true"/>
    <ED_x0020_Application_x0020_preparation xmlns="488de78e-08bf-4a6a-94ee-645c1ed3e8a5">2021-11-16T09:11:53+00:00</ED_x0020_Application_x0020_preparation>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Estimated_x0020_Value xmlns="488de78e-08bf-4a6a-94ee-645c1ed3e8a5">1660000</Estimated_x0020_Value>
    <ED_x0020_evaluation xmlns="488de78e-08bf-4a6a-94ee-645c1ed3e8a5" xsi:nil="true"/>
    <DD_x0020_LE xmlns="488de78e-08bf-4a6a-94ee-645c1ed3e8a5">7</DD_x0020_LE>
    <SD_x0020_Appliction_x0020_preparation xmlns="488de78e-08bf-4a6a-94ee-645c1ed3e8a5">2021-10-18T08:11:53+00:00</SD_x0020_Appliction_x0020_preparation>
    <DD_x0020_Application_x0020_preparation xmlns="488de78e-08bf-4a6a-94ee-645c1ed3e8a5">20</DD_x0020_Application_x0020_preparation>
    <SD_x0020_End_x0020_of_x0020_Phase_x0020_1_x0020_Leg_x002f_Fin_x0020_and_x0020_AO xmlns="488de78e-08bf-4a6a-94ee-645c1ed3e8a5">2022-03-22T00:00:00+00:00</SD_x0020_End_x0020_of_x0020_Phase_x0020_1_x0020_Leg_x002f_Fin_x0020_and_x0020_AO>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TypePT xmlns="488de78e-08bf-4a6a-94ee-645c1ed3e8a5">Optional</TypePT>
    <Initiating_x0020_Agent xmlns="488de78e-08bf-4a6a-94ee-645c1ed3e8a5">
      <UserInfo>
        <DisplayName/>
        <AccountId>92</AccountId>
        <AccountType/>
      </UserInfo>
    </Initiating_x0020_Agent>
    <Financial_x0020_Verifier xmlns="488de78e-08bf-4a6a-94ee-645c1ed3e8a5">
      <UserInfo>
        <DisplayName/>
        <AccountId>53</AccountId>
        <AccountType/>
      </UserInfo>
    </Financial_x0020_Verifier>
    <SD_x0020_Application_x0020_Leg_x002f_Fin_x0020_and_x0020_AO xmlns="488de78e-08bf-4a6a-94ee-645c1ed3e8a5">2021-12-07T00:00:00+00:00</SD_x0020_Application_x0020_Leg_x002f_Fin_x0020_and_x0020_AO>
    <DD_x0020_Evaluation_x0020_and_x0020_negotiations xmlns="488de78e-08bf-4a6a-94ee-645c1ed3e8a5">35</DD_x0020_Evaluation_x0020_and_x0020_negotiations>
    <DD_x0020_End_x0020_of_x0020_Phase_x0020_II_x0020_and_x0020_Launch_x0020_of_x0020_Phase_x0020_III_x0020_Legal_x0020_and_x0020_Finance_x0020_Verification_x0020__x0028_CD_x0029_ xmlns="488de78e-08bf-4a6a-94ee-645c1ed3e8a5" xsi:nil="true"/>
    <Dedicated_x0020_e-mail_x0020_address xmlns="488de78e-08bf-4a6a-94ee-645c1ed3e8a5">CPNEG42021@emsa.europa.eu</Dedicated_x0020_e-mail_x0020_address>
    <SD_x0020_delay xmlns="488de78e-08bf-4a6a-94ee-645c1ed3e8a5">2022-05-11T03:00:00+00:00</SD_x0020_delay>
    <Budget_x0020_line xmlns="488de78e-08bf-4a6a-94ee-645c1ed3e8a5">3130</Budget_x0020_line>
    <ED_x0020_Evaluation_x0020_and_x0020_negotiations xmlns="488de78e-08bf-4a6a-94ee-645c1ed3e8a5">2022-07-06T05:00:00+00:00</ED_x0020_Evaluation_x0020_and_x0020_negotiations>
    <ED_x0020_End_x0020_of_x0020_Phase_x0020_II_x0020_and_x0020_Launch_x0020_of_x0020_Phase_x0020_III_x0020_Legal_x0020_and_x0020_Finance_x0020_Verification_x0020__x0028_CD_x0029_ xmlns="488de78e-08bf-4a6a-94ee-645c1ed3e8a5" xsi:nil="true"/>
    <SD_x0020_Submission_x0020_expression xmlns="488de78e-08bf-4a6a-94ee-645c1ed3e8a5" xsi:nil="true"/>
    <EMSA_x0020_Unit xmlns="488de78e-08bf-4a6a-94ee-645c1ed3e8a5">1.1</EMSA_x0020_Unit>
    <Contract_x0020_type xmlns="488de78e-08bf-4a6a-94ee-645c1ed3e8a5">Framework Service Contract</Contract_x0020_type>
    <SD_x0020_Leg_x002f_Fin_x0020_and_x0020_AO xmlns="488de78e-08bf-4a6a-94ee-645c1ed3e8a5">2022-08-01T08:00:00+00:00</SD_x0020_Leg_x002f_Fin_x0020_and_x0020_AO>
    <DD_x0020_submission xmlns="488de78e-08bf-4a6a-94ee-645c1ed3e8a5">35</DD_x0020_submission>
    <ED_x0020_moratorium xmlns="488de78e-08bf-4a6a-94ee-645c1ed3e8a5">2022-08-28T10:00:00+00:00</ED_x0020_moratorium>
    <DD_x0020_Memorandum_x0020__x0028_SNEG_x0029_ xmlns="488de78e-08bf-4a6a-94ee-645c1ed3e8a5" xsi:nil="true"/>
    <ED_x0020_Application_x0020_Leg_x002f_Fin_x0020_and_x0020_AO xmlns="488de78e-08bf-4a6a-94ee-645c1ed3e8a5">2021-12-15T00:00:00+00:00</ED_x0020_Application_x0020_Leg_x002f_Fin_x0020_and_x0020_AO>
    <DD_x0020_Phase_x0020_III_x0020_Documentation_x0020_preparation_x0020__x0028_CD_x0029_ xmlns="488de78e-08bf-4a6a-94ee-645c1ed3e8a5" xsi:nil="true"/>
    <Reference_x0020_Number xmlns="488de78e-08bf-4a6a-94ee-645c1ed3e8a5">EMSA/CPNEG/4/2021</Reference_x0020_Number>
    <ED_x0020_submission xmlns="488de78e-08bf-4a6a-94ee-645c1ed3e8a5">2022-05-10T02:00:00+00:00</ED_x0020_submission>
    <DD_x0020_moratorium xmlns="488de78e-08bf-4a6a-94ee-645c1ed3e8a5">10</DD_x0020_moratorium>
    <DD_x0020_Application_x0020_Leg_x002f_Fin_x0020_and_x0020_AO xmlns="488de78e-08bf-4a6a-94ee-645c1ed3e8a5">7</DD_x0020_Application_x0020_Leg_x002f_Fin_x0020_and_x0020_AO>
    <SD_x0020_Application_x0020_evaluation xmlns="488de78e-08bf-4a6a-94ee-645c1ed3e8a5">2022-02-08T00:00:00+00:00</SD_x0020_Application_x0020_evaluation>
    <SD_x0020_Evaluation_x0020_and_x0020_negotiations xmlns="488de78e-08bf-4a6a-94ee-645c1ed3e8a5">2022-05-16T05:00:00+00:00</SD_x0020_Evaluation_x0020_and_x0020_negotiations>
    <SD_x0020_End_x0020_of_x0020_Phase_x0020_II_x0020_and_x0020_Launch_x0020_of_x0020_Phase_x0020_III_x0020_Legal_x0020_and_x0020_Finance_x0020_Verification_x0020__x0028_CD_x0029_ xmlns="488de78e-08bf-4a6a-94ee-645c1ed3e8a5" xsi:nil="true"/>
    <ED_x0020_Phase_x0020_III_x0020_Documentation_x0020_preparation_x0020__x0028_CD_x0029_ xmlns="488de78e-08bf-4a6a-94ee-645c1ed3e8a5" xsi:nil="true"/>
    <ED_x0020_preparation xmlns="488de78e-08bf-4a6a-94ee-645c1ed3e8a5" xsi:nil="true"/>
    <ED_x0020_Moratorium_x0020__x0028_SNEG_x0029_ xmlns="488de78e-08bf-4a6a-94ee-645c1ed3e8a5" xsi:nil="true"/>
    <DD_x0020_Application_x0020_delay xmlns="488de78e-08bf-4a6a-94ee-645c1ed3e8a5">0</DD_x0020_Application_x0020_delay>
    <SD_x0020_Phase_x0020_I_x0020_Send_x0020_out_x0020_invitaton_x0020_to_x0020_take_x0020_part_x0020_in_x0020_the_x0020_dialogue_x0020_and_x0020_rejection_x0020_letters_x0020__x0028_CD_x0029_ xmlns="488de78e-08bf-4a6a-94ee-645c1ed3e8a5" xsi:nil="true"/>
    <DD_x0020_Dispatch_x0020_of_x0020_letters_x0020_to_x0020_experts xmlns="488de78e-08bf-4a6a-94ee-645c1ed3e8a5" xsi:nil="true"/>
    <EstimatedSTR xmlns="488de78e-08bf-4a6a-94ee-645c1ed3e8a5">1,660,000.00</EstimatedSTR>
    <Authorising_x0020_Officer xmlns="488de78e-08bf-4a6a-94ee-645c1ed3e8a5">
      <UserInfo>
        <DisplayName>MARKOVCIC KOSTELAC Maja (EMSA)</DisplayName>
        <AccountId>410</AccountId>
        <AccountType/>
      </UserInfo>
    </Authorising_x0020_Officer>
    <DD_x0020_preparation xmlns="488de78e-08bf-4a6a-94ee-645c1ed3e8a5" xsi:nil="true"/>
    <SD_x0020_dispatch_x0020_contract_x0020_notice xmlns="488de78e-08bf-4a6a-94ee-645c1ed3e8a5">2021-12-16T00:00:00+00:00</SD_x0020_dispatch_x0020_contract_x0020_notice>
    <ED_x0020_Application_x0020_delay xmlns="488de78e-08bf-4a6a-94ee-645c1ed3e8a5">2022-02-01T00:00:00+00:00</ED_x0020_Application_x0020_delay>
    <ED_x0020_Dispatch_x0020_of_x0020_letters_x0020_to_x0020_experts xmlns="488de78e-08bf-4a6a-94ee-645c1ed3e8a5" xsi:nil="true"/>
    <SD_x0020_preparation xmlns="488de78e-08bf-4a6a-94ee-645c1ed3e8a5" xsi:nil="true"/>
    <DD_x0020_dispatch_x0020_contract_x0020_notice xmlns="488de78e-08bf-4a6a-94ee-645c1ed3e8a5">1</DD_x0020_dispatch_x0020_contract_x0020_notice>
    <DD_x0020_opening xmlns="488de78e-08bf-4a6a-94ee-645c1ed3e8a5">3</DD_x0020_opening>
    <DD_x0020_award_x0020_notice xmlns="488de78e-08bf-4a6a-94ee-645c1ed3e8a5">1</DD_x0020_award_x0020_notice>
    <ED_x0020_Phase_x0020_I_x0020_Request_x0020_to_x0020_participate_x0020_postal_x0020_delay_x0020_CD xmlns="488de78e-08bf-4a6a-94ee-645c1ed3e8a5" xsi:nil="true"/>
    <DD_x0020_Phase_x0020_III_x0020_Dispatch_x0020_of_x0020_procurement_x0020_documents_x0020__x0028_CD_x0029_ xmlns="488de78e-08bf-4a6a-94ee-645c1ed3e8a5" xsi:nil="true"/>
    <ED_x0020_dispatch_x0020_contract_x0020_notice xmlns="488de78e-08bf-4a6a-94ee-645c1ed3e8a5">2021-12-16T00:00:00+00:00</ED_x0020_dispatch_x0020_contract_x0020_notice>
    <ED_x0020_opening xmlns="488de78e-08bf-4a6a-94ee-645c1ed3e8a5">2022-05-13T04:00:00+00:00</ED_x0020_opening>
    <ED_x0020_award_x0020_notice xmlns="488de78e-08bf-4a6a-94ee-645c1ed3e8a5">2022-09-01T12:00:00+00:00</ED_x0020_award_x0020_notice>
    <SD_x0020_Application_x0020_delay xmlns="488de78e-08bf-4a6a-94ee-645c1ed3e8a5">2022-02-01T00:00:00+00:00</SD_x0020_Application_x0020_delay>
    <DD_x0020_Phase_x0020_I_x0020_Request_x0020_to_x0020_participate_x0020_postal_x0020_delay_x0020_CD xmlns="488de78e-08bf-4a6a-94ee-645c1ed3e8a5" xsi:nil="true"/>
    <ED_x0020_Phase_x0020_III_x0020_Dispatch_x0020_of_x0020_procurement_x0020_documents_x0020__x0028_CD_x0029_ xmlns="488de78e-08bf-4a6a-94ee-645c1ed3e8a5" xsi:nil="true"/>
    <ED_x0020_Leg_x002f_Fin_x0020_and_x0020_AO xmlns="488de78e-08bf-4a6a-94ee-645c1ed3e8a5">2022-08-17T08:00:00+00:00</ED_x0020_Leg_x002f_Fin_x0020_and_x0020_AO>
    <DD_x0020_report xmlns="488de78e-08bf-4a6a-94ee-645c1ed3e8a5">10</DD_x0020_report>
    <SD_x0020_Phase_x0020_II_x0020_dispatch xmlns="488de78e-08bf-4a6a-94ee-645c1ed3e8a5">2022-04-05T01:00:00+00:00</SD_x0020_Phase_x0020_II_x0020_dispatch>
    <SD_x0020_Phase_x0020_I_x0020_Legal_x0020_verification_x0020_and_x0020_signature_x0020_from_x0020_AO_x0020__x0028_CD_x0029_ xmlns="488de78e-08bf-4a6a-94ee-645c1ed3e8a5" xsi:nil="true"/>
    <DD_x0020_Phase_x0020_II_x0020_Dialogue_x0020_with_x0020_selected_x0020_candidates_x0020__x0028_CD_x0029_ xmlns="488de78e-08bf-4a6a-94ee-645c1ed3e8a5" xsi:nil="true"/>
    <Duration_x0020_of_x0020_contract xmlns="488de78e-08bf-4a6a-94ee-645c1ed3e8a5">4 years</Duration_x0020_of_x0020_contract>
    <DD_x0020_Leg_x002f_Fin_x0020_and_x0020_AO xmlns="488de78e-08bf-4a6a-94ee-645c1ed3e8a5">12</DD_x0020_Leg_x002f_Fin_x0020_and_x0020_AO>
    <ED_x0020_report xmlns="488de78e-08bf-4a6a-94ee-645c1ed3e8a5">2022-07-20T06:00:00+00:00</ED_x0020_report>
    <SD_x0020_Request_x0020_to_x0020_participate_x0020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ProjectOfficerSTR xmlns="488de78e-08bf-4a6a-94ee-645c1ed3e8a5">THEODORAKI Aikaterini (EMSA)</ProjectOfficerSTR>
    <DD_x0020_delay xmlns="488de78e-08bf-4a6a-94ee-645c1ed3e8a5">0</DD_x0020_delay>
    <DD_x0020_Application_x0020_report xmlns="488de78e-08bf-4a6a-94ee-645c1ed3e8a5">10</DD_x0020_Application_x0020_report>
    <ED_x0020_Phase_x0020_II_x0020_dispatch xmlns="488de78e-08bf-4a6a-94ee-645c1ed3e8a5">2022-04-05T01:00:00+00:00</ED_x0020_Phase_x0020_II_x0020_dispatch>
    <SD_x0020_Request_x0020_to_x0020_participate_x0020_postal_x0020_delay_x0020__x0028_CD_x0029_ xmlns="488de78e-08bf-4a6a-94ee-645c1ed3e8a5" xsi:nil="true"/>
    <ED_x0020_delay xmlns="488de78e-08bf-4a6a-94ee-645c1ed3e8a5">2022-05-11T03:00:00+00:00</ED_x0020_delay>
    <SD_x0020_report xmlns="488de78e-08bf-4a6a-94ee-645c1ed3e8a5">2022-07-07T06:00:00+00:00</SD_x0020_report>
    <ED_x0020_Legal_x0020_Entity xmlns="488de78e-08bf-4a6a-94ee-645c1ed3e8a5">2022-07-29T07:00:00+00:00</ED_x0020_Legal_x0020_Entity>
    <ED_x0020_Application_x0020_report xmlns="488de78e-08bf-4a6a-94ee-645c1ed3e8a5">2022-03-21T00:00:00+00:00</ED_x0020_Application_x0020_report>
    <DD_x0020_Phase_x0020_II_x0020_dispatch xmlns="488de78e-08bf-4a6a-94ee-645c1ed3e8a5">1</DD_x0020_Phase_x0020_II_x0020_dispatch>
    <SD_x0020_Phase_x0020_II_x0020_Dialogue_x0020_with_x0020_selected_x0020_candidates_x0020__x0028_CD_x0029_ xmlns="488de78e-08bf-4a6a-94ee-645c1ed3e8a5" xsi:nil="true"/>
    <ED_x0020_letters xmlns="488de78e-08bf-4a6a-94ee-645c1ed3e8a5">2022-08-18T09:00:00+00:00</ED_x0020_letters>
    <SD_x0020_moratorium xmlns="488de78e-08bf-4a6a-94ee-645c1ed3e8a5">2022-08-19T10:00:00+00:00</SD_x0020_moratorium>
    <SD_x0020_signature xmlns="488de78e-08bf-4a6a-94ee-645c1ed3e8a5">2022-08-29T11:00:00+00:00</SD_x0020_signature>
    <ED_x0020_dispatch_x0020_of_x0020_tender xmlns="488de78e-08bf-4a6a-94ee-645c1ed3e8a5" xsi:nil="true"/>
    <Title_x0020_of_x0020_the_x0020_Authorising_x0020_Officer xmlns="488de78e-08bf-4a6a-94ee-645c1ed3e8a5">Executive Director</Title_x0020_of_x0020_the_x0020_Authorising_x0020_Officer>
    <DD_x0020_Application_x0020_submission xmlns="488de78e-08bf-4a6a-94ee-645c1ed3e8a5">46</DD_x0020_Application_x0020_submission>
    <DD_x0020_Application_x0020_opening xmlns="488de78e-08bf-4a6a-94ee-645c1ed3e8a5">5</DD_x0020_Application_x0020_opening>
    <DD_x0020_Application_x0020_evaluation xmlns="488de78e-08bf-4a6a-94ee-645c1ed3e8a5">20</DD_x0020_Application_x0020_evaluation>
    <SD_x0020_Phase_x0020_III_x0020_Legal_x0020_verification_x0020_and_x0020_signature_x0020_AO_x0020__x0028_CD_x0029_ xmlns="488de78e-08bf-4a6a-94ee-645c1ed3e8a5" xsi:nil="true"/>
    <SD_x0020_Reserve_x0020_list xmlns="488de78e-08bf-4a6a-94ee-645c1ed3e8a5" xsi:nil="true"/>
    <SD_x0020_submission xmlns="488de78e-08bf-4a6a-94ee-645c1ed3e8a5">2022-04-06T02:00:00+00:00</SD_x0020_submission>
    <SD_x0020_opening xmlns="488de78e-08bf-4a6a-94ee-645c1ed3e8a5">2022-05-11T04:00:00+00:00</SD_x0020_opening>
    <DD_x0020_letters xmlns="488de78e-08bf-4a6a-94ee-645c1ed3e8a5">1</DD_x0020_letters>
    <DD_x0020_dispatch_x0020_of_x0020_tender xmlns="488de78e-08bf-4a6a-94ee-645c1ed3e8a5" xsi:nil="true"/>
    <ED_x0020_Application_x0020_submission xmlns="488de78e-08bf-4a6a-94ee-645c1ed3e8a5">2022-01-31T00:00:00+00:00</ED_x0020_Application_x0020_submission>
    <ED_x0020_Application_x0020_opening xmlns="488de78e-08bf-4a6a-94ee-645c1ed3e8a5">2022-02-07T00:00:00+00:00</ED_x0020_Application_x0020_opening>
    <ED_x0020_Application_x0020_evaluation xmlns="488de78e-08bf-4a6a-94ee-645c1ed3e8a5">2022-03-07T00:00:00+00:00</ED_x0020_Application_x0020_evaluation>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SD_x0020_letters xmlns="488de78e-08bf-4a6a-94ee-645c1ed3e8a5">2022-08-18T09:00:00+00:00</SD_x0020_letters>
    <ED_x0020_signature xmlns="488de78e-08bf-4a6a-94ee-645c1ed3e8a5">2022-08-31T11:00:00+00:00</ED_x0020_signature>
    <SD_x0020_dispatch_x0020_of_x0020_tender xmlns="488de78e-08bf-4a6a-94ee-645c1ed3e8a5" xsi:nil="true"/>
    <DD_x0020_Request_x0020_to_x0020_participate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ED_x0020_Reserve_x0020_list xmlns="488de78e-08bf-4a6a-94ee-645c1ed3e8a5" xsi:nil="true"/>
    <DD_x0020_Submission_x0020_expression xmlns="488de78e-08bf-4a6a-94ee-645c1ed3e8a5" xsi:nil="true"/>
    <StatusDT xmlns="488de78e-08bf-4a6a-94ee-645c1ed3e8a5">Draft</StatusDT>
    <Contract_x0020_title xmlns="488de78e-08bf-4a6a-94ee-645c1ed3e8a5">Equipment Assistance Service – Northern Baltic Sea</Contract_x0020_title>
    <Legal_x0020_Officer xmlns="488de78e-08bf-4a6a-94ee-645c1ed3e8a5">
      <UserInfo>
        <DisplayName/>
        <AccountId>77</AccountId>
        <AccountType/>
      </UserInfo>
    </Legal_x0020_Officer>
    <DD_x0020_signature xmlns="488de78e-08bf-4a6a-94ee-645c1ed3e8a5">3</DD_x0020_signature>
    <SD_x0020_Application_x0020_submission xmlns="488de78e-08bf-4a6a-94ee-645c1ed3e8a5">2021-12-17T00:00:00+00:00</SD_x0020_Application_x0020_submission>
    <SD_x0020_Application_x0020_opening xmlns="488de78e-08bf-4a6a-94ee-645c1ed3e8a5">2022-02-01T00:00:00+00:00</SD_x0020_Application_x0020_opening>
    <ED_x0020_Request_x0020_to_x0020_participate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ED_x0020_Submission_x0020_expression xmlns="488de78e-08bf-4a6a-94ee-645c1ed3e8a5" xsi:nil="true"/>
    <DD_x0020_Reserve_x0020_list xmlns="488de78e-08bf-4a6a-94ee-645c1ed3e8a5" xsi:nil="true"/>
    <SD_x0020_Dispatch_x0020_of_x0020_letters_x0020_to_x0020_experts xmlns="488de78e-08bf-4a6a-94ee-645c1ed3e8a5" xsi:nil="true"/>
    <DD_x0020_consultation xmlns="488de78e-08bf-4a6a-94ee-645c1ed3e8a5">13</DD_x0020_consultation>
    <ED_x0020_consultation xmlns="488de78e-08bf-4a6a-94ee-645c1ed3e8a5">2021-12-06T00:00:00+00:00</ED_x0020_consultation>
    <SD_x0020_consultation xmlns="488de78e-08bf-4a6a-94ee-645c1ed3e8a5">2021-11-17T00:00:00+00:00</SD_x0020_consult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0077046BA1C4834888EB432471229D32" ma:contentTypeVersion="0" ma:contentTypeDescription="Create a new document." ma:contentTypeScope="" ma:versionID="5e668157dcf778a97975e6a2b60ae560">
  <xsd:schema xmlns:xsd="http://www.w3.org/2001/XMLSchema" xmlns:xs="http://www.w3.org/2001/XMLSchema" xmlns:p="http://schemas.microsoft.com/office/2006/metadata/properties" xmlns:ns2="488de78e-08bf-4a6a-94ee-645c1ed3e8a5" targetNamespace="http://schemas.microsoft.com/office/2006/metadata/properties" ma:root="true" ma:fieldsID="3c311084a5732dc1941fcaa2e08b18e3" ns2:_="">
    <xsd:import namespace="488de78e-08bf-4a6a-94ee-645c1ed3e8a5"/>
    <xsd:element name="properties">
      <xsd:complexType>
        <xsd:sequence>
          <xsd:element name="documentManagement">
            <xsd:complexType>
              <xsd:all>
                <xsd:element ref="ns2:UrlApproval" minOccurs="0"/>
                <xsd:element ref="ns2:StatusDT" minOccurs="0"/>
                <xsd:element ref="ns2:TypePT" minOccurs="0"/>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element ref="ns2:AOFullName" minOccurs="0"/>
                <xsd:element ref="ns2:SD_x0020_Submission_x0020_expression" minOccurs="0"/>
                <xsd:element ref="ns2:ED_x0020_Submission_x0020_expression" minOccurs="0"/>
                <xsd:element ref="ns2:SD_x0020_Reserve_x0020_list" minOccurs="0"/>
                <xsd:element ref="ns2:ED_x0020_Reserve_x0020_list" minOccurs="0"/>
                <xsd:element ref="ns2:DD_x0020_Reserve_x0020_list" minOccurs="0"/>
                <xsd:element ref="ns2:DD_x0020_Submission_x0020_expression" minOccurs="0"/>
                <xsd:element ref="ns2:DD_x0020_Dispatch_x0020_of_x0020_letters_x0020_to_x0020_experts" minOccurs="0"/>
                <xsd:element ref="ns2:SD_x0020_Dispatch_x0020_of_x0020_letters_x0020_to_x0020_experts" minOccurs="0"/>
                <xsd:element ref="ns2:ED_x0020_Dispatch_x0020_of_x0020_letters_x0020_to_x0020_experts" minOccurs="0"/>
                <xsd:element ref="ns2:EstimatedSTR" minOccurs="0"/>
                <xsd:element ref="ns2:ProjectOfficerSTR" minOccurs="0"/>
                <xsd:element ref="ns2:SD_x0020_consultation" minOccurs="0"/>
                <xsd:element ref="ns2:ED_x0020_consultation" minOccurs="0"/>
                <xsd:element ref="ns2:DD_x0020_consult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nillable="true" ma:displayName="Status DT" ma:default="Draft" ma:format="Dropdown" ma:internalName="StatusDT">
      <xsd:simpleType>
        <xsd:restriction base="dms:Choice">
          <xsd:enumeration value="Error"/>
          <xsd:enumeration value="Active"/>
          <xsd:enumeration value="Deprecated"/>
          <xsd:enumeration value="Draft"/>
        </xsd:restriction>
      </xsd:simpleType>
    </xsd:element>
    <xsd:element name="TypePT" ma:index="10" nillable="true" ma:displayName="Type PT" ma:default="Optional" ma:format="Dropdown"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Executive Office"/>
          <xsd:enumeration value="1.0"/>
          <xsd:enumeration value="1.1"/>
          <xsd:enumeration value="1.2"/>
          <xsd:enumeration value="1.3"/>
          <xsd:enumeration value="2.0"/>
          <xsd:enumeration value="2.1"/>
          <xsd:enumeration value="2.2"/>
          <xsd:enumeration value="3.0"/>
          <xsd:enumeration value="3.1"/>
          <xsd:enumeration value="3.2"/>
          <xsd:enumeration value="3.3"/>
          <xsd:enumeration value="4.0"/>
          <xsd:enumeration value="4.1"/>
          <xsd:enumeration value="4.2"/>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SearchPeopleOnly="false" ma:SharePointGroup="0" ma:internalName="Project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SearchPeopleOnly="false" ma:SharePointGroup="0" ma:internalName="Legal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SearchPeopleOnly="false" ma:SharePointGroup="0" ma:internalName="Initiating_x0020_Age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SearchPeopleOnly="false" ma:SharePointGroup="0" ma:internalName="Financial_x0020_Verifi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Executive Office"/>
          <xsd:enumeration value="Department 1 - Sustainability &amp; Technical Assistance"/>
          <xsd:enumeration value="Sustainability"/>
          <xsd:enumeration value="Visits &amp; Inspections, Human Element"/>
          <xsd:enumeration value="Capacity Building"/>
          <xsd:enumeration value="Safety &amp; Security"/>
          <xsd:enumeration value="Surveillance"/>
          <xsd:enumeration value="Maritime Digital Services"/>
          <xsd:enumeration value="Digital Infrastructure"/>
          <xsd:enumeration value="Simplification"/>
          <xsd:enumeration value="Human Resources &amp; Internal Support"/>
          <xsd:enumeration value="Legal, Finance &amp; Facilities Support"/>
          <xsd:enumeration value="Legal, Finance &amp; Facilities"/>
          <xsd:enumeration value="Human Resources &amp; Internal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Executive Office"/>
          <xsd:enumeration value="Coordination &amp; Innovation"/>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format="Dropdown" ma:internalName="Contract_x0020_type">
      <xsd:simpleType>
        <xsd:restriction base="dms:Choice">
          <xsd:enumeration value="Service Contract"/>
          <xsd:enumeration value="Framework Service Contract"/>
          <xsd:enumeration value="Supply Contract"/>
          <xsd:enumeration value="Framework Supply Contract"/>
          <xsd:enumeration value="Framework Contract (IT)"/>
          <xsd:enumeration value="IT Framework Contract"/>
          <xsd:enumeration value="ICT Framework Contract"/>
          <xsd:enumeration value="Purchase Order"/>
          <xsd:enumeration value="Specific Contract"/>
          <xsd:enumeration value="Order Form"/>
          <xsd:enumeration value="Donation Agreement"/>
          <xsd:enumeration value="External Expert Services"/>
          <xsd:enumeration value="Framework Concession Contract"/>
          <xsd:enumeration value="Concession Contract"/>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Sustainability &amp; Technical Assistance - Department 1"/>
          <xsd:enumeration value="Head of Safety, Security &amp; Surveillance - Department 2"/>
          <xsd:enumeration value="Head of Digital Services &amp; Simplification - Department 3"/>
          <xsd:enumeration value="Acting Head of Digital Services &amp; Simplification - Department 3"/>
          <xsd:enumeration value="Head of Corporate Services - Department 4"/>
          <xsd:enumeration value="Acting Head of Corporate Services - Department 4"/>
          <xsd:enumeration value="Head of Sustainability - Unit 1.1"/>
          <xsd:enumeration value="Head of Visits &amp; Inspections, Human Element - Unit 1.2"/>
          <xsd:enumeration value="Head of Capacity Building - Unit 1.3"/>
          <xsd:enumeration value="Head of Safety &amp; Security - Unit 2.1"/>
          <xsd:enumeration value="Head of Surveillance - Unit 2.2"/>
          <xsd:enumeration value="Acting Head of Surveillance - Unit 2.2"/>
          <xsd:enumeration value="Head of Maritime Digital Services - Unit 3.1"/>
          <xsd:enumeration value="Acting Head of Maritime Digital Services - Unit 3.1"/>
          <xsd:enumeration value="Head of Digital Infrastructure - Unit 3.2"/>
          <xsd:enumeration value="Head of Simplification - Unit 3.3"/>
          <xsd:enumeration value="Head of Human Resources - Unit 4.1"/>
          <xsd:enumeration value="Head of Legal, Finance &amp; Facilities - Unit 4.2"/>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enumeration value="Acting Head of Legal, Finance &amp; Facilities - Unit 4.2"/>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element name="AOFullName" ma:index="144" nillable="true" ma:displayName="AOFullName" ma:internalName="AOFullName">
      <xsd:simpleType>
        <xsd:restriction base="dms:Text">
          <xsd:maxLength value="255"/>
        </xsd:restriction>
      </xsd:simpleType>
    </xsd:element>
    <xsd:element name="SD_x0020_Submission_x0020_expression" ma:index="145" nillable="true" ma:displayName="SD Submission expression" ma:format="DateOnly" ma:internalName="SD_x0020_Submission_x0020_expression">
      <xsd:simpleType>
        <xsd:restriction base="dms:DateTime"/>
      </xsd:simpleType>
    </xsd:element>
    <xsd:element name="ED_x0020_Submission_x0020_expression" ma:index="146" nillable="true" ma:displayName="ED Submission expression" ma:format="DateOnly" ma:internalName="ED_x0020_Submission_x0020_expression">
      <xsd:simpleType>
        <xsd:restriction base="dms:DateTime"/>
      </xsd:simpleType>
    </xsd:element>
    <xsd:element name="SD_x0020_Reserve_x0020_list" ma:index="147" nillable="true" ma:displayName="SD Reserve list" ma:format="DateOnly" ma:internalName="SD_x0020_Reserve_x0020_list">
      <xsd:simpleType>
        <xsd:restriction base="dms:DateTime"/>
      </xsd:simpleType>
    </xsd:element>
    <xsd:element name="ED_x0020_Reserve_x0020_list" ma:index="148" nillable="true" ma:displayName="ED Reserve list" ma:format="DateOnly" ma:internalName="ED_x0020_Reserve_x0020_list">
      <xsd:simpleType>
        <xsd:restriction base="dms:DateTime"/>
      </xsd:simpleType>
    </xsd:element>
    <xsd:element name="DD_x0020_Reserve_x0020_list" ma:index="149" nillable="true" ma:displayName="DD Reserve list" ma:internalName="DD_x0020_Reserve_x0020_list">
      <xsd:simpleType>
        <xsd:restriction base="dms:Number"/>
      </xsd:simpleType>
    </xsd:element>
    <xsd:element name="DD_x0020_Submission_x0020_expression" ma:index="150" nillable="true" ma:displayName="DD Submission expression" ma:internalName="DD_x0020_Submission_x0020_expression">
      <xsd:simpleType>
        <xsd:restriction base="dms:Number"/>
      </xsd:simpleType>
    </xsd:element>
    <xsd:element name="DD_x0020_Dispatch_x0020_of_x0020_letters_x0020_to_x0020_experts" ma:index="151" nillable="true" ma:displayName="DD Dispatch of letters to experts" ma:internalName="DD_x0020_Dispatch_x0020_of_x0020_letters_x0020_to_x0020_experts">
      <xsd:simpleType>
        <xsd:restriction base="dms:Number"/>
      </xsd:simpleType>
    </xsd:element>
    <xsd:element name="SD_x0020_Dispatch_x0020_of_x0020_letters_x0020_to_x0020_experts" ma:index="152" nillable="true" ma:displayName="SD Dispatch of letters to experts" ma:format="DateOnly" ma:internalName="SD_x0020_Dispatch_x0020_of_x0020_letters_x0020_to_x0020_experts">
      <xsd:simpleType>
        <xsd:restriction base="dms:DateTime"/>
      </xsd:simpleType>
    </xsd:element>
    <xsd:element name="ED_x0020_Dispatch_x0020_of_x0020_letters_x0020_to_x0020_experts" ma:index="153" nillable="true" ma:displayName="ED Dispatch of letters to experts" ma:format="DateOnly" ma:internalName="ED_x0020_Dispatch_x0020_of_x0020_letters_x0020_to_x0020_experts">
      <xsd:simpleType>
        <xsd:restriction base="dms:DateTime"/>
      </xsd:simpleType>
    </xsd:element>
    <xsd:element name="EstimatedSTR" ma:index="154" nillable="true" ma:displayName="EstimatedSTR" ma:description="Estimated Value String Format" ma:SharePointGroup="0" ma:internalName="EstimatedSTR">
      <xsd:simpleType>
        <xsd:restriction base="dms:Text">
          <xsd:maxLength value="254"/>
        </xsd:restriction>
      </xsd:simpleType>
    </xsd:element>
    <xsd:element name="ProjectOfficerSTR" ma:index="155" nillable="true" ma:displayName="ProjectOfficerSTR" ma:description="Project Officer String Formated" ma:SharePointGroup="0" ma:internalName="ProjectOfficerSTR">
      <xsd:simpleType>
        <xsd:restriction base="dms:Text">
          <xsd:maxLength value="255"/>
        </xsd:restriction>
      </xsd:simpleType>
    </xsd:element>
    <xsd:element name="SD_x0020_consultation" ma:index="156" nillable="true" ma:displayName="SD consultation" ma:format="DateOnly" ma:internalName="SD_x0020_consultation">
      <xsd:simpleType>
        <xsd:restriction base="dms:DateTime"/>
      </xsd:simpleType>
    </xsd:element>
    <xsd:element name="ED_x0020_consultation" ma:index="157" nillable="true" ma:displayName="ED consultation" ma:format="DateOnly" ma:internalName="ED_x0020_consultation">
      <xsd:simpleType>
        <xsd:restriction base="dms:DateTime"/>
      </xsd:simpleType>
    </xsd:element>
    <xsd:element name="DD_x0020_consultation" ma:index="158" nillable="true" ma:displayName="DD consultation" ma:description="consultation" ma:internalName="DD_x0020_consultation"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410EF8-35CE-4E35-90E2-61D25BDC7C23}">
  <ds:schemaRefs>
    <ds:schemaRef ds:uri="http://schemas.openxmlformats.org/officeDocument/2006/bibliography"/>
  </ds:schemaRefs>
</ds:datastoreItem>
</file>

<file path=customXml/itemProps2.xml><?xml version="1.0" encoding="utf-8"?>
<ds:datastoreItem xmlns:ds="http://schemas.openxmlformats.org/officeDocument/2006/customXml" ds:itemID="{39AEB84D-1511-42C1-A4D6-90277730D524}">
  <ds:schemaRefs>
    <ds:schemaRef ds:uri="488de78e-08bf-4a6a-94ee-645c1ed3e8a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CC431D4-B5E8-43E5-B5E4-276B2484B92B}">
  <ds:schemaRefs>
    <ds:schemaRef ds:uri="http://schemas.microsoft.com/sharepoint/v3/contenttype/forms"/>
  </ds:schemaRefs>
</ds:datastoreItem>
</file>

<file path=customXml/itemProps4.xml><?xml version="1.0" encoding="utf-8"?>
<ds:datastoreItem xmlns:ds="http://schemas.openxmlformats.org/officeDocument/2006/customXml" ds:itemID="{DAEA3E27-B5FB-490B-9E83-2BDB0AC7EA95}"/>
</file>

<file path=docProps/app.xml><?xml version="1.0" encoding="utf-8"?>
<Properties xmlns="http://schemas.openxmlformats.org/officeDocument/2006/extended-properties" xmlns:vt="http://schemas.openxmlformats.org/officeDocument/2006/docPropsVTypes">
  <Template>note</Template>
  <TotalTime>0</TotalTime>
  <Pages>3</Pages>
  <Words>282</Words>
  <Characters>1609</Characters>
  <Application>Microsoft Office Word</Application>
  <DocSecurity>4</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EMSA note template</vt:lpstr>
      <vt:lpstr>EMSA note template</vt:lpstr>
    </vt:vector>
  </TitlesOfParts>
  <Manager>EMSA</Manager>
  <Company>EMSA</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EMSA note template</dc:title>
  <dc:subject>Note</dc:subject>
  <dc:creator>Stephanie GUEGAN</dc:creator>
  <dc:description>Covers standard, ED, HoD, HoU and letter-headed paper.</dc:description>
  <cp:lastModifiedBy>THEODORAKI Aikaterini (EMSA)</cp:lastModifiedBy>
  <cp:revision>2</cp:revision>
  <cp:lastPrinted>2015-01-24T11:41:00Z</cp:lastPrinted>
  <dcterms:created xsi:type="dcterms:W3CDTF">2021-10-19T10:58:00Z</dcterms:created>
  <dcterms:modified xsi:type="dcterms:W3CDTF">2021-10-19T10:58:00Z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EMSA</vt:lpwstr>
  </property>
  <property fmtid="{D5CDD505-2E9C-101B-9397-08002B2CF9AE}" pid="3" name="Eigenaar">
    <vt:lpwstr>EMSA</vt:lpwstr>
  </property>
  <property fmtid="{D5CDD505-2E9C-101B-9397-08002B2CF9AE}" pid="4" name="Taal">
    <vt:lpwstr>EN</vt:lpwstr>
  </property>
  <property fmtid="{D5CDD505-2E9C-101B-9397-08002B2CF9AE}" pid="5" name="ContentTypeId">
    <vt:lpwstr>0x010100DCA190A6FBCCCC4CAC19D1272AFB8E11000077046BA1C4834888EB432471229D32</vt:lpwstr>
  </property>
</Properties>
</file>